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1A8F1" w14:textId="77777777" w:rsidR="007A4342" w:rsidRPr="0022342E" w:rsidRDefault="00B63E14" w:rsidP="007A4342">
      <w:pPr>
        <w:spacing w:after="120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9450C1" wp14:editId="3FEAE217">
                <wp:simplePos x="0" y="0"/>
                <wp:positionH relativeFrom="column">
                  <wp:posOffset>3720465</wp:posOffset>
                </wp:positionH>
                <wp:positionV relativeFrom="paragraph">
                  <wp:posOffset>-257175</wp:posOffset>
                </wp:positionV>
                <wp:extent cx="3321050" cy="754380"/>
                <wp:effectExtent l="15240" t="9525" r="16510" b="17145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80D311" w14:textId="77777777" w:rsidR="005D7633" w:rsidRPr="00DE7BE4" w:rsidRDefault="005D7633" w:rsidP="007A434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DE7BE4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W#42: Add &amp; Subtract Radicals</w:t>
                            </w:r>
                          </w:p>
                          <w:p w14:paraId="0B2DDDE3" w14:textId="77777777" w:rsidR="005D7633" w:rsidRDefault="005D7633" w:rsidP="007A434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9A61578" w14:textId="77777777" w:rsidR="005D7633" w:rsidRDefault="005D7633" w:rsidP="007A434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December 4</w:t>
                            </w:r>
                            <w:r w:rsidRPr="007A434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14:paraId="73928BC9" w14:textId="77777777" w:rsidR="005D7633" w:rsidRDefault="005D7633" w:rsidP="007A4342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58098D23" w14:textId="77777777" w:rsidR="005D7633" w:rsidRPr="00FC683D" w:rsidRDefault="005D7633" w:rsidP="007A434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7" o:spid="_x0000_s1026" style="position:absolute;margin-left:292.95pt;margin-top:-20.25pt;width:261.5pt;height:5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" strokeweight="1.5pt">
                <v:textbox>
                  <w:txbxContent>
                    <w:p w:rsidR="007A4342" w:rsidRPr="00DE7BE4" w:rsidRDefault="007A4342" w:rsidP="007A434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DE7BE4"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W#42: Add &amp; Subtract Radicals</w:t>
                      </w:r>
                    </w:p>
                    <w:p w:rsidR="007A4342" w:rsidRDefault="007A4342" w:rsidP="007A434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7A4342" w:rsidRDefault="007A4342" w:rsidP="007A434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December 4</w:t>
                      </w:r>
                      <w:r w:rsidRPr="007A434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  <w:p w:rsidR="007A4342" w:rsidRDefault="007A4342" w:rsidP="007A4342">
                      <w:pPr>
                        <w:rPr>
                          <w:rFonts w:ascii="Cambria" w:hAnsi="Cambria"/>
                        </w:rPr>
                      </w:pPr>
                    </w:p>
                    <w:p w:rsidR="007A4342" w:rsidRPr="00FC683D" w:rsidRDefault="007A4342" w:rsidP="007A434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A3B0A08" w14:textId="77777777" w:rsidR="007A4342" w:rsidRPr="0022342E" w:rsidRDefault="007A4342" w:rsidP="007A4342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14:paraId="65FC9EA2" w14:textId="77777777" w:rsidR="007A4342" w:rsidRPr="0022342E" w:rsidRDefault="007A4342" w:rsidP="007A4342">
      <w:pPr>
        <w:outlineLvl w:val="0"/>
        <w:rPr>
          <w:rFonts w:ascii="Calibri" w:hAnsi="Calibri" w:cs="Calibri"/>
          <w:b/>
          <w:i/>
          <w:sz w:val="22"/>
          <w:u w:val="single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p w14:paraId="275EA2DE" w14:textId="77777777" w:rsidR="007A4342" w:rsidRPr="0022342E" w:rsidRDefault="007A4342" w:rsidP="007A4342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  <w:r w:rsidRPr="0022342E">
        <w:rPr>
          <w:rFonts w:ascii="Calibri" w:hAnsi="Calibri" w:cs="Calibri"/>
          <w:b/>
          <w:i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7A4342" w:rsidRPr="001F1B7E" w14:paraId="2267EFCD" w14:textId="77777777" w:rsidTr="00F2113F">
        <w:tc>
          <w:tcPr>
            <w:tcW w:w="5508" w:type="dxa"/>
            <w:shd w:val="clear" w:color="auto" w:fill="auto"/>
          </w:tcPr>
          <w:p w14:paraId="749AD558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1) Simplify</w:t>
            </w:r>
          </w:p>
          <w:p w14:paraId="72F781BC" w14:textId="77777777" w:rsidR="007A4342" w:rsidRPr="00B63E14" w:rsidRDefault="00B63E14" w:rsidP="00F2113F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1C38F160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F90AEE4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p w14:paraId="7C923173" w14:textId="77777777" w:rsidR="007A4342" w:rsidRPr="00B63E14" w:rsidRDefault="00B63E14" w:rsidP="00F2113F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12</m:t>
                    </m:r>
                  </m:e>
                </m:rad>
                <m:r>
                  <w:rPr>
                    <w:rFonts w:ascii="Cambria Math" w:hAnsi="Cambria Math" w:cs="Cambria"/>
                  </w:rPr>
                  <m:t>+3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20</m:t>
                    </m:r>
                  </m:e>
                </m:rad>
              </m:oMath>
            </m:oMathPara>
          </w:p>
          <w:p w14:paraId="0F7FF3B4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3AB4FBA9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4C274FDF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B2FF0CF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9360407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8453751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7A4342" w:rsidRPr="001F1B7E" w14:paraId="3770BBC9" w14:textId="77777777" w:rsidTr="00F2113F">
        <w:tc>
          <w:tcPr>
            <w:tcW w:w="5508" w:type="dxa"/>
            <w:shd w:val="clear" w:color="auto" w:fill="auto"/>
          </w:tcPr>
          <w:p w14:paraId="086748FE" w14:textId="77777777" w:rsidR="007A4342" w:rsidRPr="00B63E14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3) Simplify</w:t>
            </w:r>
            <w:r w:rsidRPr="001F1B7E">
              <w:rPr>
                <w:rFonts w:ascii="Calibri" w:hAnsi="Calibri" w:cs="Calibri"/>
              </w:rPr>
              <w:br/>
            </w: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36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54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24</m:t>
                    </m:r>
                  </m:e>
                </m:rad>
              </m:oMath>
            </m:oMathPara>
          </w:p>
          <w:p w14:paraId="7D67F09E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1786CE05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299A4998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4) Simplify</w:t>
            </w:r>
          </w:p>
          <w:p w14:paraId="1F061367" w14:textId="77777777" w:rsidR="007A4342" w:rsidRPr="00B63E14" w:rsidRDefault="00B63E14" w:rsidP="00F2113F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72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47231F53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297582E1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1C2AAF68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2C97EF11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5BBB2130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34F50940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7A4342" w:rsidRPr="001F1B7E" w14:paraId="524B2DD3" w14:textId="77777777" w:rsidTr="00F2113F">
        <w:tc>
          <w:tcPr>
            <w:tcW w:w="5508" w:type="dxa"/>
            <w:shd w:val="clear" w:color="auto" w:fill="auto"/>
          </w:tcPr>
          <w:p w14:paraId="7AE0D832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  <w:tc>
          <w:tcPr>
            <w:tcW w:w="5508" w:type="dxa"/>
            <w:shd w:val="clear" w:color="auto" w:fill="auto"/>
          </w:tcPr>
          <w:p w14:paraId="1ED2EFA0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6) Simplify: </w:t>
            </w:r>
            <m:oMath>
              <m:sSup>
                <m:sSupPr>
                  <m:ctrlPr>
                    <w:rPr>
                      <w:rFonts w:ascii="Cambria Math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mbria"/>
                    </w:rPr>
                    <m:t>(2-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Cambria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mbria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="Cambria"/>
                    </w:rPr>
                    <m:t>)</m:t>
                  </m:r>
                </m:e>
                <m:sup>
                  <m:r>
                    <w:rPr>
                      <w:rFonts w:ascii="Cambria Math" w:hAnsi="Cambria Math" w:cs="Cambria"/>
                    </w:rPr>
                    <m:t>2</m:t>
                  </m:r>
                </m:sup>
              </m:sSup>
            </m:oMath>
          </w:p>
          <w:p w14:paraId="1D3F9189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ABF0864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DB1B313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52FDC6F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82863F8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08FEC2D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C642DFA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A448912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7A4342" w:rsidRPr="001F1B7E" w14:paraId="4F27FA17" w14:textId="77777777" w:rsidTr="00F2113F">
        <w:tc>
          <w:tcPr>
            <w:tcW w:w="5508" w:type="dxa"/>
            <w:shd w:val="clear" w:color="auto" w:fill="auto"/>
          </w:tcPr>
          <w:p w14:paraId="2929D547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7) Simplify: </w:t>
            </w:r>
            <m:oMath>
              <m:f>
                <m:fPr>
                  <m:ctrlPr>
                    <w:rPr>
                      <w:rFonts w:ascii="Cambria Math" w:hAnsi="Cambria Math" w:cs="Cambri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Cambria"/>
                      <w:sz w:val="28"/>
                      <w:szCs w:val="28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Cambria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mbria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="Cambria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14:paraId="44E7C9E0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0B38825A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8) Simplify:</w:t>
            </w:r>
          </w:p>
          <w:p w14:paraId="11ED605C" w14:textId="77777777" w:rsidR="007A4342" w:rsidRPr="001F1B7E" w:rsidRDefault="00B63E14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0F06E5D" wp14:editId="12C6AFBE">
                  <wp:extent cx="3669665" cy="617220"/>
                  <wp:effectExtent l="0" t="0" r="698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965C99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556B35BE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0CF9A3E7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60117B48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19B352FF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0F83D250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7A4342" w:rsidRPr="001F1B7E" w14:paraId="7509BCE8" w14:textId="77777777" w:rsidTr="00F2113F">
        <w:tc>
          <w:tcPr>
            <w:tcW w:w="5508" w:type="dxa"/>
            <w:shd w:val="clear" w:color="auto" w:fill="auto"/>
          </w:tcPr>
          <w:p w14:paraId="4BB21295" w14:textId="77777777" w:rsidR="007A4342" w:rsidRPr="001F1B7E" w:rsidRDefault="007A4342" w:rsidP="00F2113F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9) Convert scientific notation into standard notation</w:t>
            </w:r>
          </w:p>
          <w:p w14:paraId="097FA9E3" w14:textId="77777777" w:rsidR="007A4342" w:rsidRPr="001F1B7E" w:rsidRDefault="007A4342" w:rsidP="00F2113F">
            <w:pPr>
              <w:spacing w:line="276" w:lineRule="auto"/>
              <w:outlineLvl w:val="0"/>
              <w:rPr>
                <w:rFonts w:ascii="Calibri" w:hAnsi="Calibri" w:cs="Calibri"/>
              </w:rPr>
            </w:pPr>
          </w:p>
          <w:p w14:paraId="01A50F15" w14:textId="77777777" w:rsidR="007A4342" w:rsidRPr="001F1B7E" w:rsidRDefault="007A4342" w:rsidP="00F2113F">
            <w:pPr>
              <w:spacing w:line="276" w:lineRule="auto"/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  <w:sz w:val="20"/>
                <w:szCs w:val="20"/>
              </w:rPr>
              <w:t>7.24 x 10</w:t>
            </w:r>
            <w:r w:rsidRPr="001F1B7E">
              <w:rPr>
                <w:rFonts w:ascii="Calibri" w:hAnsi="Calibri" w:cs="Calibri"/>
                <w:sz w:val="20"/>
                <w:szCs w:val="20"/>
                <w:vertAlign w:val="superscript"/>
              </w:rPr>
              <w:t>-9</w:t>
            </w:r>
          </w:p>
          <w:p w14:paraId="34405326" w14:textId="77777777" w:rsidR="007A4342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2C2AD54" w14:textId="77777777" w:rsidR="007A4342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1802A4D" w14:textId="77777777" w:rsidR="007A4342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CE37F56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4E98E0A5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10) Convert scientific notation into standard notation</w:t>
            </w:r>
          </w:p>
          <w:p w14:paraId="59EEE65E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3D08887A" w14:textId="77777777" w:rsidR="007A4342" w:rsidRPr="001F1B7E" w:rsidRDefault="007A4342" w:rsidP="00F2113F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1F1B7E">
              <w:rPr>
                <w:rFonts w:ascii="Calibri" w:hAnsi="Calibri" w:cs="Calibri"/>
                <w:sz w:val="20"/>
                <w:szCs w:val="20"/>
              </w:rPr>
              <w:t>2.76 x 10</w:t>
            </w:r>
            <w:r w:rsidRPr="001F1B7E">
              <w:rPr>
                <w:rFonts w:ascii="Calibri" w:hAnsi="Calibri" w:cs="Calibri"/>
                <w:sz w:val="20"/>
                <w:szCs w:val="20"/>
                <w:vertAlign w:val="superscript"/>
              </w:rPr>
              <w:t>6</w:t>
            </w:r>
          </w:p>
          <w:p w14:paraId="0B68927B" w14:textId="77777777" w:rsidR="007A4342" w:rsidRPr="001F1B7E" w:rsidRDefault="007A4342" w:rsidP="00F2113F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</w:p>
          <w:p w14:paraId="45C82A36" w14:textId="77777777" w:rsidR="007A4342" w:rsidRPr="001F1B7E" w:rsidRDefault="007A4342" w:rsidP="00F2113F">
            <w:pPr>
              <w:rPr>
                <w:rFonts w:ascii="Calibri" w:hAnsi="Calibri" w:cs="Calibri"/>
              </w:rPr>
            </w:pPr>
          </w:p>
          <w:p w14:paraId="2B0835EE" w14:textId="77777777" w:rsidR="007A4342" w:rsidRPr="001F1B7E" w:rsidRDefault="007A4342" w:rsidP="00F2113F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14:paraId="11A0FB22" w14:textId="77777777" w:rsidR="00375D0A" w:rsidRDefault="00375D0A" w:rsidP="007A4342"/>
    <w:p w14:paraId="67CEFBB9" w14:textId="77777777" w:rsidR="007A4342" w:rsidRDefault="007A4342" w:rsidP="007A4342">
      <w:r>
        <w:lastRenderedPageBreak/>
        <w:t>Mixed Review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490"/>
      </w:tblGrid>
      <w:tr w:rsidR="007A4342" w:rsidRPr="002C3E16" w14:paraId="2F8ABFA9" w14:textId="77777777" w:rsidTr="00F2113F">
        <w:tc>
          <w:tcPr>
            <w:tcW w:w="5508" w:type="dxa"/>
            <w:shd w:val="clear" w:color="auto" w:fill="auto"/>
          </w:tcPr>
          <w:p w14:paraId="0A9BE724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</w:t>
            </w:r>
            <w:r w:rsidRPr="00162FC2">
              <w:rPr>
                <w:rFonts w:ascii="Calibri" w:hAnsi="Calibri" w:cs="Calibri"/>
              </w:rPr>
              <w:t>Line</w:t>
            </w:r>
            <w:r w:rsidRPr="00162FC2">
              <w:rPr>
                <w:rFonts w:ascii="Edwardian Script ITC" w:hAnsi="Edwardian Script ITC" w:cs="Apple Chancery"/>
              </w:rPr>
              <w:t xml:space="preserve"> l</w:t>
            </w:r>
            <w:r w:rsidRPr="00162FC2">
              <w:rPr>
                <w:rFonts w:ascii="Calibri" w:hAnsi="Calibri" w:cs="Calibri"/>
              </w:rPr>
              <w:t xml:space="preserve"> and line </w:t>
            </w:r>
            <w:r w:rsidRPr="00162FC2">
              <w:rPr>
                <w:rFonts w:ascii="Edwardian Script ITC" w:hAnsi="Edwardian Script ITC" w:cs="Calibri"/>
              </w:rPr>
              <w:t>p</w:t>
            </w:r>
            <w:r w:rsidRPr="00162FC2">
              <w:rPr>
                <w:rFonts w:ascii="Calibri" w:hAnsi="Calibri" w:cs="Calibri"/>
              </w:rPr>
              <w:t xml:space="preserve"> are parallel. Given that the equation for line </w:t>
            </w:r>
            <w:r w:rsidRPr="00162FC2">
              <w:rPr>
                <w:rFonts w:ascii="Edwardian Script ITC" w:hAnsi="Edwardian Script ITC" w:cs="Calibri"/>
              </w:rPr>
              <w:t>p</w:t>
            </w:r>
            <w:r w:rsidRPr="00162FC2">
              <w:rPr>
                <w:rFonts w:ascii="Calibri" w:hAnsi="Calibri" w:cs="Calibri"/>
              </w:rPr>
              <w:t xml:space="preserve"> is 4x=2 and line </w:t>
            </w:r>
            <w:r w:rsidRPr="00162FC2">
              <w:rPr>
                <w:rFonts w:ascii="Edwardian Script ITC" w:hAnsi="Edwardian Script ITC" w:cs="Calibri"/>
              </w:rPr>
              <w:t>l</w:t>
            </w:r>
            <w:r w:rsidRPr="00162FC2">
              <w:rPr>
                <w:rFonts w:ascii="Calibri" w:hAnsi="Calibri" w:cs="Calibri"/>
              </w:rPr>
              <w:t xml:space="preserve"> passes through the point (0</w:t>
            </w:r>
            <w:proofErr w:type="gramStart"/>
            <w:r w:rsidRPr="00162FC2">
              <w:rPr>
                <w:rFonts w:ascii="Calibri" w:hAnsi="Calibri" w:cs="Calibri"/>
              </w:rPr>
              <w:t>,7</w:t>
            </w:r>
            <w:proofErr w:type="gramEnd"/>
            <w:r w:rsidRPr="00162FC2">
              <w:rPr>
                <w:rFonts w:ascii="Calibri" w:hAnsi="Calibri" w:cs="Calibri"/>
              </w:rPr>
              <w:t xml:space="preserve">), what is the equation for line </w:t>
            </w:r>
            <w:r w:rsidRPr="00162FC2">
              <w:rPr>
                <w:rFonts w:ascii="Edwardian Script ITC" w:hAnsi="Edwardian Script ITC" w:cs="Calibri"/>
              </w:rPr>
              <w:t xml:space="preserve">l </w:t>
            </w:r>
            <w:r w:rsidRPr="00162FC2">
              <w:rPr>
                <w:rFonts w:ascii="Calibri" w:hAnsi="Calibri" w:cs="Calibri"/>
              </w:rPr>
              <w:t xml:space="preserve"> ?</w:t>
            </w:r>
          </w:p>
          <w:p w14:paraId="19FEF804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657D842C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1B447A35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2D10FE26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7FF2C8CC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200E47E0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5EE82953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0B8643E6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38E793DD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27205FCD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</w:p>
          <w:p w14:paraId="2007FF23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</w:tc>
        <w:tc>
          <w:tcPr>
            <w:tcW w:w="5490" w:type="dxa"/>
            <w:shd w:val="clear" w:color="auto" w:fill="auto"/>
          </w:tcPr>
          <w:p w14:paraId="6DD39603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162FC2">
              <w:rPr>
                <w:rFonts w:ascii="Calibri" w:hAnsi="Calibri" w:cs="Calibri"/>
              </w:rPr>
              <w:t>2) What is the equation for the line perpendicular to 6x= 6y+9 and through the point (3, 9)?</w:t>
            </w:r>
          </w:p>
          <w:p w14:paraId="692EE90C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47AF6A38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</w:tc>
      </w:tr>
      <w:tr w:rsidR="007A4342" w:rsidRPr="002C3E16" w14:paraId="3B6E723D" w14:textId="77777777" w:rsidTr="00F2113F">
        <w:tc>
          <w:tcPr>
            <w:tcW w:w="5508" w:type="dxa"/>
            <w:shd w:val="clear" w:color="auto" w:fill="auto"/>
          </w:tcPr>
          <w:p w14:paraId="78E77DA6" w14:textId="3D875150" w:rsidR="007A4342" w:rsidRPr="00162FC2" w:rsidRDefault="007A4342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162FC2">
              <w:rPr>
                <w:rFonts w:ascii="Calibri" w:hAnsi="Calibri"/>
              </w:rPr>
              <w:t>3) Point m is the midpoint to line segment BC. Point C has the coordinates (6</w:t>
            </w:r>
            <w:proofErr w:type="gramStart"/>
            <w:r w:rsidRPr="00162FC2">
              <w:rPr>
                <w:rFonts w:ascii="Calibri" w:hAnsi="Calibri"/>
              </w:rPr>
              <w:t>,3</w:t>
            </w:r>
            <w:proofErr w:type="gramEnd"/>
            <w:r w:rsidRPr="00162FC2">
              <w:rPr>
                <w:rFonts w:ascii="Calibri" w:hAnsi="Calibri"/>
              </w:rPr>
              <w:t>) and point B has the coordinate (-6,5), what</w:t>
            </w:r>
            <w:r w:rsidR="005F3E82">
              <w:rPr>
                <w:rFonts w:ascii="Calibri" w:hAnsi="Calibri"/>
              </w:rPr>
              <w:t xml:space="preserve"> are the coordinates for point m</w:t>
            </w:r>
            <w:r w:rsidRPr="00162FC2">
              <w:rPr>
                <w:rFonts w:ascii="Calibri" w:hAnsi="Calibri"/>
              </w:rPr>
              <w:t xml:space="preserve">? </w:t>
            </w:r>
          </w:p>
          <w:p w14:paraId="63CC3F8A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2DAE8340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1AEDFA3B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36A563F4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01F85C2A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2FF4668A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4E0E8736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1E66139D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4D0B1E37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3E92F5F4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</w:tc>
        <w:tc>
          <w:tcPr>
            <w:tcW w:w="5490" w:type="dxa"/>
            <w:shd w:val="clear" w:color="auto" w:fill="auto"/>
          </w:tcPr>
          <w:p w14:paraId="26F2608B" w14:textId="77777777" w:rsidR="007A4342" w:rsidRPr="00162FC2" w:rsidRDefault="007A4342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162FC2">
              <w:rPr>
                <w:rFonts w:ascii="Calibri" w:hAnsi="Calibri"/>
              </w:rPr>
              <w:t xml:space="preserve">4) On a number line, point A is at -8 and point B is at </w:t>
            </w:r>
            <w:r>
              <w:rPr>
                <w:rFonts w:ascii="Calibri" w:hAnsi="Calibri"/>
              </w:rPr>
              <w:t xml:space="preserve">  </w:t>
            </w:r>
            <w:r w:rsidRPr="00162FC2">
              <w:rPr>
                <w:rFonts w:ascii="Calibri" w:hAnsi="Calibri"/>
              </w:rPr>
              <w:t>-14. What is the coordinate of the midpoint, m?</w:t>
            </w:r>
          </w:p>
        </w:tc>
      </w:tr>
      <w:tr w:rsidR="007A4342" w:rsidRPr="002C3E16" w14:paraId="50E7DCC0" w14:textId="77777777" w:rsidTr="00F2113F">
        <w:tc>
          <w:tcPr>
            <w:tcW w:w="5508" w:type="dxa"/>
            <w:shd w:val="clear" w:color="auto" w:fill="auto"/>
          </w:tcPr>
          <w:p w14:paraId="17215B6A" w14:textId="77777777" w:rsidR="007A4342" w:rsidRPr="00162FC2" w:rsidRDefault="007A4342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1</w:t>
            </w:r>
            <w:r w:rsidRPr="00162FC2">
              <w:rPr>
                <w:rFonts w:ascii="Calibri" w:hAnsi="Calibri"/>
              </w:rPr>
              <w:t>5)</w:t>
            </w:r>
            <w:r w:rsidRPr="00162FC2">
              <w:rPr>
                <w:rFonts w:ascii="Calibri" w:hAnsi="Calibri" w:cs="Calibri"/>
              </w:rPr>
              <w:t xml:space="preserve"> What is the slope of the line that passes through the points (-5, 2) and (8,4) in the standard coordinate plane?</w:t>
            </w:r>
          </w:p>
          <w:p w14:paraId="75BCAF65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62A1B73E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70FFA19C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19E7C094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6AD3BE9C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58446680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531D11D8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1D42610A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  <w:p w14:paraId="169180BF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</w:tc>
        <w:tc>
          <w:tcPr>
            <w:tcW w:w="5490" w:type="dxa"/>
            <w:shd w:val="clear" w:color="auto" w:fill="auto"/>
          </w:tcPr>
          <w:p w14:paraId="6704D722" w14:textId="77777777" w:rsidR="007A4342" w:rsidRDefault="007A4342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16) </w:t>
            </w:r>
            <w:r w:rsidRPr="00162FC2">
              <w:rPr>
                <w:rFonts w:ascii="Calibri" w:hAnsi="Calibri"/>
              </w:rPr>
              <w:t>Write the equation of the line that passes through the points (3,4) and (0,5)?</w:t>
            </w:r>
          </w:p>
          <w:p w14:paraId="3FBE1296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79DBD928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0226DD7A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280B543C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55AB3D24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25557987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5B23F5A6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0D93D7B2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7BC67AD6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08636645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685728B9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72C2423B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2173C965" w14:textId="77777777" w:rsidR="007A4342" w:rsidRDefault="007A4342" w:rsidP="00F2113F">
            <w:pPr>
              <w:rPr>
                <w:rFonts w:ascii="Calibri" w:hAnsi="Calibri"/>
              </w:rPr>
            </w:pPr>
          </w:p>
          <w:p w14:paraId="7201FA2F" w14:textId="77777777" w:rsidR="007A4342" w:rsidRPr="00162FC2" w:rsidRDefault="007A4342" w:rsidP="00F2113F">
            <w:pPr>
              <w:rPr>
                <w:rFonts w:ascii="Calibri" w:hAnsi="Calibri"/>
              </w:rPr>
            </w:pPr>
          </w:p>
        </w:tc>
      </w:tr>
    </w:tbl>
    <w:p w14:paraId="6A0C9F5E" w14:textId="77777777" w:rsidR="007A4342" w:rsidRDefault="007A4342" w:rsidP="00B912CF">
      <w:pPr>
        <w:rPr>
          <w:rFonts w:ascii="Calibri" w:hAnsi="Calibri" w:cs="Calibri"/>
        </w:rPr>
      </w:pPr>
    </w:p>
    <w:p w14:paraId="014ACF64" w14:textId="77777777" w:rsidR="007A4342" w:rsidRDefault="007A4342" w:rsidP="00B912CF">
      <w:pPr>
        <w:rPr>
          <w:rFonts w:ascii="Calibri" w:hAnsi="Calibri" w:cs="Calibri"/>
        </w:rPr>
      </w:pPr>
    </w:p>
    <w:p w14:paraId="2E02D492" w14:textId="77777777" w:rsidR="007A4342" w:rsidRDefault="007A4342" w:rsidP="00B912CF">
      <w:pPr>
        <w:rPr>
          <w:rFonts w:ascii="Calibri" w:hAnsi="Calibri" w:cs="Calibri"/>
        </w:rPr>
      </w:pPr>
    </w:p>
    <w:p w14:paraId="0B474CD2" w14:textId="5E761910" w:rsidR="005F3E82" w:rsidRDefault="005F3E82" w:rsidP="00B912CF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50CA36" wp14:editId="4DB9D0BB">
                <wp:simplePos x="0" y="0"/>
                <wp:positionH relativeFrom="column">
                  <wp:posOffset>3846195</wp:posOffset>
                </wp:positionH>
                <wp:positionV relativeFrom="paragraph">
                  <wp:posOffset>-169298</wp:posOffset>
                </wp:positionV>
                <wp:extent cx="3321050" cy="675640"/>
                <wp:effectExtent l="0" t="0" r="12700" b="10160"/>
                <wp:wrapNone/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056D6E" w14:textId="77777777" w:rsidR="005D7633" w:rsidRPr="00AE3AE9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HW#43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Solve Radical Equations</w:t>
                            </w:r>
                          </w:p>
                          <w:p w14:paraId="2543D660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683F5CE" w14:textId="77777777" w:rsidR="005D7633" w:rsidRPr="00FC683D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Dec. 5</w:t>
                            </w:r>
                            <w:r w:rsidRPr="00DA19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302.85pt;margin-top:-13.35pt;width:261.5pt;height:5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" strokeweight="1.5pt">
                <v:textbox>
                  <w:txbxContent>
                    <w:p w14:paraId="02056D6E" w14:textId="77777777" w:rsidR="005D7633" w:rsidRPr="00AE3AE9" w:rsidRDefault="005D7633" w:rsidP="00B912CF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HW#43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Solve Radical Equations</w:t>
                      </w:r>
                    </w:p>
                    <w:p w14:paraId="2543D660" w14:textId="77777777" w:rsidR="005D7633" w:rsidRDefault="005D7633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3683F5CE" w14:textId="77777777" w:rsidR="005D7633" w:rsidRPr="00FC683D" w:rsidRDefault="005D7633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Dec. 5</w:t>
                      </w:r>
                      <w:r w:rsidRPr="00DA19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A1A315" w14:textId="7A4FB23F" w:rsidR="00B912CF" w:rsidRPr="0022342E" w:rsidRDefault="00B912CF" w:rsidP="00B912CF">
      <w:pPr>
        <w:rPr>
          <w:rFonts w:ascii="Calibri" w:hAnsi="Calibri" w:cs="Calibri"/>
        </w:rPr>
      </w:pPr>
    </w:p>
    <w:p w14:paraId="7CFA2AE3" w14:textId="01B7E06A" w:rsidR="00B912CF" w:rsidRPr="0022342E" w:rsidRDefault="00B912CF" w:rsidP="00B912CF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 w:rsidR="005F3E82"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>______ TP: _______</w:t>
      </w:r>
    </w:p>
    <w:p w14:paraId="244C4F49" w14:textId="77777777" w:rsidR="00B912CF" w:rsidRPr="0022342E" w:rsidRDefault="00B912CF" w:rsidP="00B912CF">
      <w:pPr>
        <w:outlineLvl w:val="0"/>
        <w:rPr>
          <w:rFonts w:ascii="Calibri" w:hAnsi="Calibri" w:cs="Calibri"/>
          <w:b/>
          <w:sz w:val="22"/>
        </w:rPr>
      </w:pPr>
    </w:p>
    <w:p w14:paraId="1E8A7113" w14:textId="77777777" w:rsidR="00B912CF" w:rsidRPr="0022342E" w:rsidRDefault="00B912CF" w:rsidP="00B912CF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p w14:paraId="4020994E" w14:textId="77777777" w:rsidR="00B912CF" w:rsidRDefault="00B912CF" w:rsidP="00B912CF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736A9" w:rsidRPr="003736A9" w14:paraId="68783298" w14:textId="77777777" w:rsidTr="00375D0A">
        <w:tc>
          <w:tcPr>
            <w:tcW w:w="5508" w:type="dxa"/>
          </w:tcPr>
          <w:p w14:paraId="3DA6100A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  <w:r w:rsidRPr="003736A9">
              <w:rPr>
                <w:rFonts w:asciiTheme="minorHAnsi" w:hAnsiTheme="minorHAnsi" w:cstheme="minorHAnsi"/>
              </w:rPr>
              <w:t xml:space="preserve">1) Simplify: </w:t>
            </w:r>
            <w:r w:rsidR="00B63E14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718ED1" wp14:editId="3280A5F8">
                  <wp:extent cx="3669665" cy="285115"/>
                  <wp:effectExtent l="0" t="0" r="6985" b="635"/>
                  <wp:docPr id="1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C22D25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024AB24C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06A6B686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44B4ECE7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6BF1298E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1DD420BA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6DF84806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68F000D1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5A5C4ED4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>2) Simplify:</w:t>
            </w:r>
          </w:p>
          <w:p w14:paraId="2249135A" w14:textId="77777777" w:rsidR="003736A9" w:rsidRPr="003736A9" w:rsidRDefault="00B63E14" w:rsidP="00F211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C6BDDDC" wp14:editId="212AEE55">
                  <wp:extent cx="3669665" cy="285115"/>
                  <wp:effectExtent l="0" t="0" r="6985" b="635"/>
                  <wp:docPr id="1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6A9" w:rsidRPr="003736A9" w14:paraId="6D59E1DE" w14:textId="77777777" w:rsidTr="00375D0A">
        <w:tc>
          <w:tcPr>
            <w:tcW w:w="5508" w:type="dxa"/>
          </w:tcPr>
          <w:p w14:paraId="6639D552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  <w:r w:rsidRPr="003736A9">
              <w:rPr>
                <w:rFonts w:asciiTheme="minorHAnsi" w:hAnsiTheme="minorHAnsi" w:cstheme="minorHAnsi"/>
              </w:rPr>
              <w:t xml:space="preserve">3) Simplify: </w:t>
            </w:r>
            <w:r w:rsidR="00B63E14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705E935" wp14:editId="08D03DD2">
                  <wp:extent cx="3669665" cy="581660"/>
                  <wp:effectExtent l="0" t="0" r="6985" b="8890"/>
                  <wp:docPr id="1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B99E67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12FEB9AD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5125D6AC" w14:textId="77777777" w:rsidR="003736A9" w:rsidRPr="003736A9" w:rsidRDefault="003736A9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33A9607F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03E7C414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 xml:space="preserve">4) Simplify: </w:t>
            </w:r>
            <w:r w:rsidR="00B63E14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7E0512B" wp14:editId="3396BB15">
                  <wp:extent cx="3669665" cy="617220"/>
                  <wp:effectExtent l="0" t="0" r="6985" b="0"/>
                  <wp:docPr id="1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FBF" w:rsidRPr="003736A9" w14:paraId="1154A367" w14:textId="77777777" w:rsidTr="00375D0A">
        <w:tc>
          <w:tcPr>
            <w:tcW w:w="5508" w:type="dxa"/>
          </w:tcPr>
          <w:p w14:paraId="2C3B011A" w14:textId="77777777" w:rsidR="00AE2FBF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>5</w:t>
            </w:r>
            <w:r w:rsidR="00AE2FBF" w:rsidRPr="003736A9">
              <w:rPr>
                <w:rFonts w:asciiTheme="minorHAnsi" w:hAnsiTheme="minorHAnsi" w:cstheme="minorHAnsi"/>
              </w:rPr>
              <w:t xml:space="preserve">) </w:t>
            </w:r>
            <w:r w:rsidRPr="003736A9">
              <w:rPr>
                <w:rFonts w:asciiTheme="minorHAnsi" w:hAnsiTheme="minorHAnsi" w:cstheme="minorHAnsi"/>
                <w:sz w:val="22"/>
                <w:szCs w:val="22"/>
              </w:rPr>
              <w:t>What are the solutions to the following equation?</w:t>
            </w:r>
          </w:p>
          <w:p w14:paraId="6EA61B3C" w14:textId="77777777" w:rsidR="00AE2FBF" w:rsidRPr="003736A9" w:rsidRDefault="00B63E14" w:rsidP="00F2113F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893F403" wp14:editId="1F04F9B3">
                  <wp:extent cx="1235075" cy="403860"/>
                  <wp:effectExtent l="0" t="0" r="3175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83" b="415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FB000" w14:textId="77777777" w:rsidR="00AE2FBF" w:rsidRPr="003736A9" w:rsidRDefault="00AE2FBF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58BFDCB8" w14:textId="77777777" w:rsidR="00AE2FBF" w:rsidRPr="003736A9" w:rsidRDefault="00AE2FBF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53836E43" w14:textId="77777777" w:rsidR="00AE2FBF" w:rsidRPr="003736A9" w:rsidRDefault="00AE2FBF" w:rsidP="00F2113F">
            <w:pPr>
              <w:rPr>
                <w:rFonts w:asciiTheme="minorHAnsi" w:hAnsiTheme="minorHAnsi" w:cstheme="minorHAnsi"/>
                <w:noProof/>
              </w:rPr>
            </w:pPr>
          </w:p>
          <w:p w14:paraId="7429DDFF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053681CB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171DE97E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719348B5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3A5941F6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0D445E1A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12DAB5DC" w14:textId="77777777" w:rsidR="00AE2FBF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>6</w:t>
            </w:r>
            <w:r w:rsidR="00AE2FBF" w:rsidRPr="003736A9">
              <w:rPr>
                <w:rFonts w:asciiTheme="minorHAnsi" w:hAnsiTheme="minorHAnsi" w:cstheme="minorHAnsi"/>
              </w:rPr>
              <w:t xml:space="preserve">) </w:t>
            </w:r>
            <w:r w:rsidRPr="003736A9">
              <w:rPr>
                <w:rFonts w:asciiTheme="minorHAnsi" w:hAnsiTheme="minorHAnsi" w:cstheme="minorHAnsi"/>
                <w:sz w:val="22"/>
                <w:szCs w:val="22"/>
              </w:rPr>
              <w:t>What are the solutions to the following equation?</w:t>
            </w:r>
          </w:p>
          <w:p w14:paraId="6B7F650D" w14:textId="77777777" w:rsidR="00AE2FBF" w:rsidRPr="003736A9" w:rsidRDefault="00B63E14" w:rsidP="00F211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CEBFD01" wp14:editId="2455D2F3">
                  <wp:extent cx="1745615" cy="332740"/>
                  <wp:effectExtent l="0" t="0" r="698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467" b="52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FBF" w:rsidRPr="003736A9" w14:paraId="6BBE9E63" w14:textId="77777777" w:rsidTr="00375D0A">
        <w:tc>
          <w:tcPr>
            <w:tcW w:w="5508" w:type="dxa"/>
          </w:tcPr>
          <w:p w14:paraId="770D6DAC" w14:textId="77777777" w:rsidR="00AE2FBF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>7</w:t>
            </w:r>
            <w:r w:rsidR="00AE2FBF" w:rsidRPr="003736A9">
              <w:rPr>
                <w:rFonts w:asciiTheme="minorHAnsi" w:hAnsiTheme="minorHAnsi" w:cstheme="minorHAnsi"/>
              </w:rPr>
              <w:t>)</w:t>
            </w:r>
            <w:r w:rsidRPr="003736A9">
              <w:rPr>
                <w:rFonts w:asciiTheme="minorHAnsi" w:hAnsiTheme="minorHAnsi" w:cstheme="minorHAnsi"/>
                <w:sz w:val="22"/>
                <w:szCs w:val="22"/>
              </w:rPr>
              <w:t xml:space="preserve"> What are the solutions to the following equation?</w:t>
            </w:r>
          </w:p>
          <w:p w14:paraId="593555B8" w14:textId="77777777" w:rsidR="00AE2FBF" w:rsidRPr="003736A9" w:rsidRDefault="00B63E14" w:rsidP="00F211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B8A87FA" wp14:editId="5C8F312C">
                  <wp:extent cx="1508125" cy="356235"/>
                  <wp:effectExtent l="0" t="0" r="0" b="5715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836" b="49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2665F5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52225A58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0AF0C301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5175B974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2C588AE8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5BD5B21B" w14:textId="77777777" w:rsid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301EAF1E" w14:textId="77777777" w:rsidR="003736A9" w:rsidRPr="003736A9" w:rsidRDefault="003736A9" w:rsidP="00F2113F">
            <w:pPr>
              <w:rPr>
                <w:rFonts w:asciiTheme="minorHAnsi" w:hAnsiTheme="minorHAnsi" w:cstheme="minorHAnsi"/>
              </w:rPr>
            </w:pPr>
          </w:p>
          <w:p w14:paraId="2430EEA9" w14:textId="77777777" w:rsidR="00AE2FBF" w:rsidRDefault="00AE2FBF" w:rsidP="00F2113F">
            <w:pPr>
              <w:rPr>
                <w:rFonts w:asciiTheme="minorHAnsi" w:hAnsiTheme="minorHAnsi" w:cstheme="minorHAnsi"/>
              </w:rPr>
            </w:pPr>
          </w:p>
          <w:p w14:paraId="04409E4B" w14:textId="77777777" w:rsidR="00AE2FBF" w:rsidRPr="003736A9" w:rsidRDefault="00AE2FBF" w:rsidP="00F211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E054F01" w14:textId="77777777" w:rsidR="00AE2FBF" w:rsidRPr="003736A9" w:rsidRDefault="003736A9" w:rsidP="00F2113F">
            <w:pPr>
              <w:rPr>
                <w:rFonts w:asciiTheme="minorHAnsi" w:hAnsiTheme="minorHAnsi" w:cstheme="minorHAnsi"/>
              </w:rPr>
            </w:pPr>
            <w:r w:rsidRPr="003736A9">
              <w:rPr>
                <w:rFonts w:asciiTheme="minorHAnsi" w:hAnsiTheme="minorHAnsi" w:cstheme="minorHAnsi"/>
              </w:rPr>
              <w:t>8</w:t>
            </w:r>
            <w:r w:rsidR="00AE2FBF" w:rsidRPr="003736A9">
              <w:rPr>
                <w:rFonts w:asciiTheme="minorHAnsi" w:hAnsiTheme="minorHAnsi" w:cstheme="minorHAnsi"/>
              </w:rPr>
              <w:t>)</w:t>
            </w:r>
            <w:r w:rsidRPr="003736A9">
              <w:rPr>
                <w:rFonts w:asciiTheme="minorHAnsi" w:hAnsiTheme="minorHAnsi" w:cstheme="minorHAnsi"/>
                <w:sz w:val="22"/>
                <w:szCs w:val="22"/>
              </w:rPr>
              <w:t xml:space="preserve"> What are the solutions to the following equation?</w:t>
            </w:r>
          </w:p>
          <w:p w14:paraId="6CB4B632" w14:textId="77777777" w:rsidR="00AE2FBF" w:rsidRPr="003736A9" w:rsidRDefault="00B63E14" w:rsidP="00F211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C5E5D64" wp14:editId="4B31C18F">
                  <wp:extent cx="1258570" cy="332740"/>
                  <wp:effectExtent l="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796" b="52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D0A" w14:paraId="4497E00A" w14:textId="77777777" w:rsidTr="00375D0A">
        <w:tc>
          <w:tcPr>
            <w:tcW w:w="5508" w:type="dxa"/>
          </w:tcPr>
          <w:p w14:paraId="0ACF307B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9) Expand:</w:t>
            </w:r>
          </w:p>
          <w:p w14:paraId="4983A38B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</w:rPr>
              <w:t xml:space="preserve">a. </w:t>
            </w:r>
            <m:oMath>
              <m:r>
                <w:rPr>
                  <w:rFonts w:ascii="Cambria Math" w:hAnsi="Cambria Math" w:cs="Calibri"/>
                  <w:sz w:val="32"/>
                  <w:szCs w:val="32"/>
                </w:rPr>
                <m:t>4.3 ×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-5</m:t>
                  </m:r>
                </m:sup>
              </m:sSup>
            </m:oMath>
          </w:p>
          <w:p w14:paraId="5A25E290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A718AB2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0E2CD71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</w:t>
            </w:r>
            <m:oMath>
              <m:r>
                <w:rPr>
                  <w:rFonts w:ascii="Cambria Math" w:hAnsi="Cambria Math" w:cs="Calibri"/>
                </w:rPr>
                <m:t>430×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10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-7</m:t>
                  </m:r>
                </m:sup>
              </m:sSup>
            </m:oMath>
          </w:p>
          <w:p w14:paraId="47F04EC7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90B0354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68BA1F4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c. Which value is smaller?</w:t>
            </w:r>
          </w:p>
          <w:p w14:paraId="15D0F1D3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0BD9D983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3F7A305C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55EAC9FA" w14:textId="77777777" w:rsidR="00144D3A" w:rsidRDefault="00375D0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10) Given the diameter of a circle is 24 mm, what is the area of the circle?</w:t>
            </w:r>
            <w:r w:rsidR="00144D3A">
              <w:rPr>
                <w:rFonts w:ascii="Calibri" w:hAnsi="Calibri" w:cs="Calibri"/>
              </w:rPr>
              <w:t xml:space="preserve">    </w:t>
            </w:r>
          </w:p>
          <w:p w14:paraId="4D9E14FC" w14:textId="2B535E5A" w:rsidR="00375D0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(Leave your answer in terms of </w:t>
            </w:r>
            <m:oMath>
              <m:r>
                <w:rPr>
                  <w:rFonts w:ascii="Cambria Math" w:hAnsi="Cambria Math" w:cs="Calibri"/>
                </w:rPr>
                <m:t>π</m:t>
              </m:r>
            </m:oMath>
            <w:r>
              <w:rPr>
                <w:rFonts w:ascii="Calibri" w:hAnsi="Calibri" w:cs="Calibri"/>
              </w:rPr>
              <w:t>)</w:t>
            </w:r>
          </w:p>
        </w:tc>
      </w:tr>
      <w:tr w:rsidR="00375D0A" w14:paraId="21CB8736" w14:textId="77777777" w:rsidTr="00375D0A">
        <w:tc>
          <w:tcPr>
            <w:tcW w:w="5508" w:type="dxa"/>
          </w:tcPr>
          <w:p w14:paraId="117AA6F8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The volume of a cone is given by the formula: </w:t>
            </w:r>
            <m:oMath>
              <m:r>
                <w:rPr>
                  <w:rFonts w:ascii="Cambria Math" w:hAnsi="Cambria Math" w:cs="Calibri"/>
                </w:rPr>
                <m:t>V=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</w:rPr>
                <m:t>π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h</m:t>
              </m:r>
            </m:oMath>
            <w:r>
              <w:rPr>
                <w:rFonts w:ascii="Calibri" w:hAnsi="Calibri" w:cs="Calibri"/>
              </w:rPr>
              <w:t>, where r is the radius and h is the height. What is the volume of a cone with a diameter of 144mm and a height of 40mm?</w:t>
            </w:r>
          </w:p>
          <w:p w14:paraId="29642893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027556E3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A9300E1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4959D58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1AC20F24" w14:textId="77777777" w:rsidR="00375D0A" w:rsidRDefault="00375D0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12) What is the area of a swimming pool with a length of (3x+5) and a width of (4x-6y)?</w:t>
            </w:r>
          </w:p>
        </w:tc>
      </w:tr>
      <w:tr w:rsidR="00375D0A" w14:paraId="52267CA0" w14:textId="77777777" w:rsidTr="00375D0A">
        <w:tc>
          <w:tcPr>
            <w:tcW w:w="5508" w:type="dxa"/>
          </w:tcPr>
          <w:p w14:paraId="180EDFC3" w14:textId="6FBBB93B" w:rsidR="00375D0A" w:rsidRDefault="00375D0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13) Solve the following equation in terms of b</w:t>
            </w:r>
            <w:r w:rsidR="002554AA">
              <w:rPr>
                <w:rFonts w:ascii="Calibri" w:hAnsi="Calibri" w:cs="Calibri"/>
              </w:rPr>
              <w:t>, give all solutions</w:t>
            </w:r>
            <w:r>
              <w:rPr>
                <w:rFonts w:ascii="Calibri" w:hAnsi="Calibri" w:cs="Calibri"/>
              </w:rPr>
              <w:t>:</w:t>
            </w:r>
          </w:p>
          <w:p w14:paraId="0DAAF7B6" w14:textId="77777777" w:rsidR="00375D0A" w:rsidRP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c+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</w:rPr>
                  <m:t>-4=21</m:t>
                </m:r>
              </m:oMath>
            </m:oMathPara>
          </w:p>
          <w:p w14:paraId="72EDB99C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4F6943A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2A146F8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202C6007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14) How long is a badminton birdie in the air if the equation of it being hit off of a racket is </w:t>
            </w:r>
            <m:oMath>
              <m:r>
                <w:rPr>
                  <w:rFonts w:ascii="Cambria Math" w:hAnsi="Cambria Math" w:cs="Calibri"/>
                </w:rPr>
                <m:t>h=-</m:t>
              </m:r>
              <m:r>
                <w:rPr>
                  <w:rFonts w:ascii="Cambria Math" w:hAnsi="Cambria Math" w:cs="Calibri"/>
                </w:rPr>
                <m:t>16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+22</m:t>
              </m:r>
              <m:r>
                <w:rPr>
                  <w:rFonts w:ascii="Cambria Math" w:hAnsi="Cambria Math" w:cs="Calibri"/>
                </w:rPr>
                <m:t>h+</m:t>
              </m:r>
              <m:r>
                <w:rPr>
                  <w:rFonts w:ascii="Cambria Math" w:hAnsi="Cambria Math" w:cs="Calibri"/>
                </w:rPr>
                <m:t>5</m:t>
              </m:r>
            </m:oMath>
            <w:r>
              <w:rPr>
                <w:rFonts w:ascii="Calibri" w:hAnsi="Calibri" w:cs="Calibri"/>
              </w:rPr>
              <w:t>?</w:t>
            </w:r>
          </w:p>
          <w:p w14:paraId="616CAE67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16B98A9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37CC4CCF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3CFEA13C" w14:textId="77777777" w:rsidR="005F3E82" w:rsidRDefault="005F3E82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33AB6AA1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</w:tr>
      <w:tr w:rsidR="00375D0A" w14:paraId="0566F2F7" w14:textId="77777777" w:rsidTr="00375D0A">
        <w:tc>
          <w:tcPr>
            <w:tcW w:w="5508" w:type="dxa"/>
          </w:tcPr>
          <w:p w14:paraId="2987F3AC" w14:textId="77777777" w:rsidR="00375D0A" w:rsidRP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15) What is the sum of the solutions to the equation, </w:t>
            </w:r>
            <m:oMath>
              <m:r>
                <w:rPr>
                  <w:rFonts w:ascii="Cambria Math" w:hAnsi="Cambria Math" w:cs="Calibri"/>
                </w:rPr>
                <m:t>36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 xml:space="preserve">-144=0? </m:t>
              </m:r>
            </m:oMath>
          </w:p>
          <w:p w14:paraId="5F9BD663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87C8A0C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CC8F8C0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A934CEF" w14:textId="77777777" w:rsid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495AD733" w14:textId="77777777" w:rsidR="005F3E82" w:rsidRDefault="005F3E82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FFB69E1" w14:textId="77777777" w:rsidR="00375D0A" w:rsidRPr="00375D0A" w:rsidRDefault="00375D0A" w:rsidP="00375D0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5B19BCA5" w14:textId="77777777" w:rsidR="00375D0A" w:rsidRDefault="00375D0A" w:rsidP="00E04577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16) If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3b+2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  <w:sz w:val="32"/>
                  <w:szCs w:val="32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42</m:t>
                  </m:r>
                </m:sup>
              </m:sSup>
            </m:oMath>
            <w:r w:rsidR="00E04577" w:rsidRPr="00E04577">
              <w:rPr>
                <w:rFonts w:ascii="Calibri" w:hAnsi="Calibri" w:cs="Calibri"/>
                <w:sz w:val="32"/>
                <w:szCs w:val="32"/>
              </w:rPr>
              <w:t>,</w:t>
            </w:r>
            <w:r w:rsidR="00E04577">
              <w:rPr>
                <w:rFonts w:ascii="Calibri" w:hAnsi="Calibri" w:cs="Calibri"/>
              </w:rPr>
              <w:t xml:space="preserve"> then find the value for b. </w:t>
            </w:r>
          </w:p>
        </w:tc>
      </w:tr>
    </w:tbl>
    <w:p w14:paraId="2B72CCEB" w14:textId="77777777" w:rsidR="00375D0A" w:rsidRDefault="00375D0A" w:rsidP="00B912CF">
      <w:pPr>
        <w:spacing w:after="120"/>
        <w:outlineLvl w:val="0"/>
        <w:rPr>
          <w:rFonts w:ascii="Calibri" w:hAnsi="Calibri" w:cs="Calibri"/>
        </w:rPr>
      </w:pPr>
    </w:p>
    <w:p w14:paraId="6E2C0E69" w14:textId="77777777" w:rsidR="00375D0A" w:rsidRDefault="00B63E14" w:rsidP="00B912CF">
      <w:pPr>
        <w:spacing w:after="120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EDB6B15" wp14:editId="52A7E031">
                <wp:simplePos x="0" y="0"/>
                <wp:positionH relativeFrom="column">
                  <wp:posOffset>3720465</wp:posOffset>
                </wp:positionH>
                <wp:positionV relativeFrom="paragraph">
                  <wp:posOffset>-257175</wp:posOffset>
                </wp:positionV>
                <wp:extent cx="3321050" cy="754380"/>
                <wp:effectExtent l="15240" t="9525" r="16510" b="17145"/>
                <wp:wrapNone/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9FF162" w14:textId="77777777" w:rsidR="005D7633" w:rsidRPr="00DE7BE4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DE7BE4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W#44: Simplify Cube Roots</w:t>
                            </w:r>
                          </w:p>
                          <w:p w14:paraId="64FC2786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8852150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Dec. 6</w:t>
                            </w:r>
                            <w:r w:rsidRPr="00A917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14:paraId="665BC789" w14:textId="77777777" w:rsidR="005D7633" w:rsidRDefault="005D7633" w:rsidP="00B912CF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6A02CBED" w14:textId="77777777" w:rsidR="005D7633" w:rsidRPr="00FC683D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_x0000_s1028" style="position:absolute;margin-left:292.95pt;margin-top:-20.25pt;width:261.5pt;height:5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" strokeweight="1.5pt">
                <v:textbox>
                  <w:txbxContent>
                    <w:p w:rsidR="00162FC2" w:rsidRPr="00DE7BE4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DE7BE4">
                        <w:rPr>
                          <w:rFonts w:ascii="Cambria" w:hAnsi="Cambria"/>
                        </w:rPr>
                        <w:t>H</w:t>
                      </w:r>
                      <w:r w:rsidR="00A9174E">
                        <w:rPr>
                          <w:rFonts w:ascii="Cambria" w:hAnsi="Cambria"/>
                        </w:rPr>
                        <w:t>W#44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A9174E">
                        <w:rPr>
                          <w:rFonts w:ascii="Cambria" w:hAnsi="Cambria"/>
                        </w:rPr>
                        <w:t>Simplify Cube Roots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7A4342">
                        <w:rPr>
                          <w:rFonts w:ascii="Cambria" w:hAnsi="Cambria"/>
                        </w:rPr>
                        <w:t>Thursday</w:t>
                      </w:r>
                      <w:r>
                        <w:rPr>
                          <w:rFonts w:ascii="Cambria" w:hAnsi="Cambria"/>
                        </w:rPr>
                        <w:t>,</w:t>
                      </w:r>
                      <w:r w:rsidR="00A9174E">
                        <w:rPr>
                          <w:rFonts w:ascii="Cambria" w:hAnsi="Cambria"/>
                        </w:rPr>
                        <w:t xml:space="preserve"> Dec. </w:t>
                      </w:r>
                      <w:r w:rsidR="007A4342">
                        <w:rPr>
                          <w:rFonts w:ascii="Cambria" w:hAnsi="Cambria"/>
                        </w:rPr>
                        <w:t>6</w:t>
                      </w:r>
                      <w:r w:rsidR="00A9174E" w:rsidRPr="00A917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A9174E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>2012</w:t>
                      </w:r>
                    </w:p>
                    <w:p w:rsidR="00162FC2" w:rsidRDefault="00162FC2" w:rsidP="00B912CF">
                      <w:pPr>
                        <w:rPr>
                          <w:rFonts w:ascii="Cambria" w:hAnsi="Cambria"/>
                        </w:rPr>
                      </w:pPr>
                    </w:p>
                    <w:p w:rsidR="00162FC2" w:rsidRPr="00FC683D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B31D772" w14:textId="77777777" w:rsidR="00B912CF" w:rsidRPr="0022342E" w:rsidRDefault="00B912CF" w:rsidP="00B912CF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14:paraId="3222E949" w14:textId="77777777" w:rsidR="00B912CF" w:rsidRDefault="00B912CF" w:rsidP="003736A9">
      <w:pPr>
        <w:outlineLvl w:val="0"/>
        <w:rPr>
          <w:rFonts w:ascii="Calibri" w:hAnsi="Calibri" w:cs="Calibri"/>
          <w:b/>
          <w:i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736A9" w:rsidRPr="00C27D11" w14:paraId="76112DF0" w14:textId="77777777" w:rsidTr="00144D3A">
        <w:tc>
          <w:tcPr>
            <w:tcW w:w="5508" w:type="dxa"/>
          </w:tcPr>
          <w:p w14:paraId="005C6A31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3736A9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Simplify:</w:t>
            </w:r>
          </w:p>
          <w:p w14:paraId="74629704" w14:textId="77777777" w:rsidR="003736A9" w:rsidRPr="003736A9" w:rsidRDefault="00B63E14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0D50904B" wp14:editId="66BC5493">
                  <wp:extent cx="3669665" cy="285115"/>
                  <wp:effectExtent l="0" t="0" r="6985" b="635"/>
                  <wp:docPr id="2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85DA8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443DB8CB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0EE71785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527DFFA3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46C50481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0F4A9F1C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3CC6AB45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2CA55574" w14:textId="77777777" w:rsidR="003736A9" w:rsidRPr="003736A9" w:rsidRDefault="003736A9" w:rsidP="003736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736A9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 xml:space="preserve">Simplify: </w:t>
            </w:r>
          </w:p>
          <w:p w14:paraId="5DCBFF62" w14:textId="77777777" w:rsidR="003736A9" w:rsidRPr="003736A9" w:rsidRDefault="00B63E14" w:rsidP="00375D0A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6205889B" wp14:editId="09569028">
                  <wp:extent cx="3669665" cy="285115"/>
                  <wp:effectExtent l="0" t="0" r="6985" b="635"/>
                  <wp:docPr id="2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66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6A9" w:rsidRPr="007350E7" w14:paraId="3AD6C04E" w14:textId="77777777" w:rsidTr="00144D3A">
        <w:tc>
          <w:tcPr>
            <w:tcW w:w="5508" w:type="dxa"/>
          </w:tcPr>
          <w:p w14:paraId="0C1C3A24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3) </w:t>
            </w:r>
            <w:r w:rsidRPr="003736A9">
              <w:rPr>
                <w:rFonts w:ascii="Calibri" w:hAnsi="Calibri" w:cs="Calibri"/>
              </w:rPr>
              <w:t>What are the solutions to the following equation?</w:t>
            </w:r>
          </w:p>
          <w:p w14:paraId="31EF2490" w14:textId="77777777" w:rsidR="003736A9" w:rsidRDefault="00B63E14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58E50CF2" wp14:editId="662E8584">
                  <wp:extent cx="1401445" cy="320675"/>
                  <wp:effectExtent l="0" t="0" r="8255" b="3175"/>
                  <wp:docPr id="2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745" b="53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5A659B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5C48F027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7531E11B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1595B9F4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2C0B83E8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50D032F2" w14:textId="77777777" w:rsid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5E3F5BAF" w14:textId="77777777" w:rsidR="003736A9" w:rsidRPr="003736A9" w:rsidRDefault="003736A9" w:rsidP="003736A9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3FAD2663" w14:textId="77777777" w:rsidR="003736A9" w:rsidRPr="003736A9" w:rsidRDefault="003736A9" w:rsidP="003736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</w:t>
            </w:r>
            <w:r w:rsidRPr="003736A9">
              <w:rPr>
                <w:rFonts w:ascii="Calibri" w:hAnsi="Calibri" w:cs="Calibri"/>
              </w:rPr>
              <w:t>What are the solutions to the following equation?</w:t>
            </w:r>
          </w:p>
          <w:p w14:paraId="70A66753" w14:textId="77777777" w:rsidR="003736A9" w:rsidRPr="003736A9" w:rsidRDefault="00B63E14" w:rsidP="003736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1C4FE7C" wp14:editId="1D63933F">
                  <wp:extent cx="1543685" cy="320675"/>
                  <wp:effectExtent l="0" t="0" r="0" b="3175"/>
                  <wp:docPr id="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971" b="53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FBF" w:rsidRPr="00386ED0" w14:paraId="1C5EB913" w14:textId="77777777" w:rsidTr="00144D3A">
        <w:tc>
          <w:tcPr>
            <w:tcW w:w="5508" w:type="dxa"/>
          </w:tcPr>
          <w:p w14:paraId="5B9C5291" w14:textId="77777777" w:rsidR="00AE2FBF" w:rsidRPr="003D0E9C" w:rsidRDefault="003736A9" w:rsidP="00F2113F">
            <w:pPr>
              <w:tabs>
                <w:tab w:val="left" w:pos="432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AE2FBF" w:rsidRPr="003D0E9C">
              <w:rPr>
                <w:rFonts w:ascii="Calibri" w:hAnsi="Calibri" w:cs="Calibri"/>
              </w:rPr>
              <w:t>) What is the cubed root of 729?</w:t>
            </w:r>
          </w:p>
          <w:p w14:paraId="1718638A" w14:textId="77777777" w:rsidR="00AE2FBF" w:rsidRPr="003D0E9C" w:rsidRDefault="00AE2FBF" w:rsidP="00F2113F">
            <w:pPr>
              <w:tabs>
                <w:tab w:val="left" w:pos="4320"/>
              </w:tabs>
              <w:rPr>
                <w:rFonts w:ascii="Calibri" w:hAnsi="Calibri" w:cs="Calibri"/>
              </w:rPr>
            </w:pPr>
          </w:p>
          <w:p w14:paraId="1DAF56F6" w14:textId="77777777" w:rsidR="00AE2FBF" w:rsidRPr="003D0E9C" w:rsidRDefault="00AE2FBF" w:rsidP="00F2113F">
            <w:pPr>
              <w:numPr>
                <w:ilvl w:val="0"/>
                <w:numId w:val="3"/>
              </w:numPr>
              <w:tabs>
                <w:tab w:val="left" w:pos="4320"/>
              </w:tabs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9</w:t>
            </w:r>
          </w:p>
          <w:p w14:paraId="6AA7ED30" w14:textId="77777777" w:rsidR="00AE2FBF" w:rsidRPr="003D0E9C" w:rsidRDefault="00AE2FBF" w:rsidP="00F2113F">
            <w:pPr>
              <w:numPr>
                <w:ilvl w:val="0"/>
                <w:numId w:val="3"/>
              </w:numPr>
              <w:tabs>
                <w:tab w:val="left" w:pos="4320"/>
              </w:tabs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10</w:t>
            </w:r>
          </w:p>
          <w:p w14:paraId="474331C3" w14:textId="77777777" w:rsidR="00AE2FBF" w:rsidRPr="003D0E9C" w:rsidRDefault="00AE2FBF" w:rsidP="00F2113F">
            <w:pPr>
              <w:numPr>
                <w:ilvl w:val="0"/>
                <w:numId w:val="3"/>
              </w:numPr>
              <w:tabs>
                <w:tab w:val="left" w:pos="4320"/>
              </w:tabs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243</w:t>
            </w:r>
          </w:p>
          <w:p w14:paraId="77D8F22F" w14:textId="77777777" w:rsidR="00AE2FBF" w:rsidRPr="003D0E9C" w:rsidRDefault="00AE2FBF" w:rsidP="00F2113F">
            <w:pPr>
              <w:numPr>
                <w:ilvl w:val="0"/>
                <w:numId w:val="3"/>
              </w:numPr>
              <w:tabs>
                <w:tab w:val="left" w:pos="4320"/>
              </w:tabs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726</w:t>
            </w:r>
          </w:p>
          <w:p w14:paraId="58CFE7F0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3B01CD8F" w14:textId="77777777" w:rsidR="00AE2FBF" w:rsidRPr="003D0E9C" w:rsidRDefault="003736A9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AE2FBF" w:rsidRPr="003D0E9C">
              <w:rPr>
                <w:rFonts w:ascii="Calibri" w:hAnsi="Calibri" w:cs="Calibri"/>
              </w:rPr>
              <w:t xml:space="preserve">) Which of the following statements best describes the cubed root of a number </w:t>
            </w:r>
            <w:r w:rsidR="00AE2FBF" w:rsidRPr="003D0E9C">
              <w:rPr>
                <w:rFonts w:ascii="Calibri" w:hAnsi="Calibri" w:cs="Calibri"/>
                <w:i/>
              </w:rPr>
              <w:t>x</w:t>
            </w:r>
            <w:r w:rsidR="00AE2FBF" w:rsidRPr="003D0E9C">
              <w:rPr>
                <w:rFonts w:ascii="Calibri" w:hAnsi="Calibri" w:cs="Calibri"/>
              </w:rPr>
              <w:t xml:space="preserve">, </w:t>
            </w:r>
            <w:proofErr w:type="gramStart"/>
            <w:r w:rsidR="00AE2FBF" w:rsidRPr="003D0E9C">
              <w:rPr>
                <w:rFonts w:ascii="Calibri" w:hAnsi="Calibri" w:cs="Calibri"/>
              </w:rPr>
              <w:t xml:space="preserve">or </w:t>
            </w:r>
            <w:proofErr w:type="gramEnd"/>
            <w:r w:rsidR="00AE2FBF" w:rsidRPr="003D0E9C">
              <w:rPr>
                <w:rFonts w:ascii="Calibri" w:hAnsi="Calibri" w:cs="Calibri"/>
                <w:position w:val="-8"/>
              </w:rPr>
              <w:object w:dxaOrig="380" w:dyaOrig="360" w14:anchorId="10149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pt;height:17.75pt" o:ole="">
                  <v:imagedata r:id="rId22" o:title=""/>
                </v:shape>
                <o:OLEObject Type="Embed" ProgID="Equation.3" ShapeID="_x0000_i1025" DrawAspect="Content" ObjectID="_1415960029" r:id="rId23"/>
              </w:object>
            </w:r>
            <w:r w:rsidR="00AE2FBF" w:rsidRPr="003D0E9C">
              <w:rPr>
                <w:rFonts w:ascii="Calibri" w:hAnsi="Calibri" w:cs="Calibri"/>
              </w:rPr>
              <w:t>?</w:t>
            </w:r>
          </w:p>
          <w:p w14:paraId="4F37CBF4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  <w:p w14:paraId="2A9823C9" w14:textId="77777777" w:rsidR="00AE2FBF" w:rsidRPr="003D0E9C" w:rsidRDefault="00AE2FBF" w:rsidP="00F2113F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 xml:space="preserve">A number that is equal to </w:t>
            </w:r>
            <w:r w:rsidRPr="003D0E9C">
              <w:rPr>
                <w:rFonts w:ascii="Calibri" w:hAnsi="Calibri" w:cs="Calibri"/>
                <w:i/>
              </w:rPr>
              <w:t>x</w:t>
            </w:r>
            <w:r w:rsidRPr="003D0E9C">
              <w:rPr>
                <w:rFonts w:ascii="Calibri" w:hAnsi="Calibri" w:cs="Calibri"/>
              </w:rPr>
              <w:t xml:space="preserve"> when it is multiplied by 3</w:t>
            </w:r>
          </w:p>
          <w:p w14:paraId="29A1AF30" w14:textId="77777777" w:rsidR="00AE2FBF" w:rsidRPr="003D0E9C" w:rsidRDefault="00AE2FBF" w:rsidP="00F2113F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 xml:space="preserve">A number that is equal to </w:t>
            </w:r>
            <w:r w:rsidRPr="003D0E9C">
              <w:rPr>
                <w:rFonts w:ascii="Calibri" w:hAnsi="Calibri" w:cs="Calibri"/>
                <w:i/>
              </w:rPr>
              <w:t>x</w:t>
            </w:r>
            <w:r w:rsidRPr="003D0E9C">
              <w:rPr>
                <w:rFonts w:ascii="Calibri" w:hAnsi="Calibri" w:cs="Calibri"/>
              </w:rPr>
              <w:t xml:space="preserve"> when it is divided by 3</w:t>
            </w:r>
          </w:p>
          <w:p w14:paraId="3ACA7DC2" w14:textId="77777777" w:rsidR="00AE2FBF" w:rsidRPr="003D0E9C" w:rsidRDefault="00AE2FBF" w:rsidP="00F2113F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 xml:space="preserve">A number that is equal to </w:t>
            </w:r>
            <w:r w:rsidRPr="003D0E9C">
              <w:rPr>
                <w:rFonts w:ascii="Calibri" w:hAnsi="Calibri" w:cs="Calibri"/>
                <w:i/>
              </w:rPr>
              <w:t>x</w:t>
            </w:r>
            <w:r w:rsidRPr="003D0E9C">
              <w:rPr>
                <w:rFonts w:ascii="Calibri" w:hAnsi="Calibri" w:cs="Calibri"/>
              </w:rPr>
              <w:t xml:space="preserve"> when it is cubed</w:t>
            </w:r>
          </w:p>
          <w:p w14:paraId="05475399" w14:textId="77777777" w:rsidR="00AE2FBF" w:rsidRPr="003D0E9C" w:rsidRDefault="00AE2FBF" w:rsidP="00F2113F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 xml:space="preserve">A number that is equal to </w:t>
            </w:r>
            <w:r w:rsidRPr="003D0E9C">
              <w:rPr>
                <w:rFonts w:ascii="Calibri" w:hAnsi="Calibri" w:cs="Calibri"/>
                <w:i/>
              </w:rPr>
              <w:t>x</w:t>
            </w:r>
            <w:r w:rsidRPr="003D0E9C">
              <w:rPr>
                <w:rFonts w:ascii="Calibri" w:hAnsi="Calibri" w:cs="Calibri"/>
              </w:rPr>
              <w:t xml:space="preserve"> when it is squared</w:t>
            </w:r>
          </w:p>
        </w:tc>
      </w:tr>
      <w:tr w:rsidR="00AE2FBF" w:rsidRPr="00386ED0" w14:paraId="4EAF09C6" w14:textId="77777777" w:rsidTr="00144D3A">
        <w:tc>
          <w:tcPr>
            <w:tcW w:w="5508" w:type="dxa"/>
          </w:tcPr>
          <w:p w14:paraId="78EED2FC" w14:textId="77777777" w:rsidR="00AE2FBF" w:rsidRPr="003D0E9C" w:rsidRDefault="003736A9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AE2FBF" w:rsidRPr="003D0E9C">
              <w:rPr>
                <w:rFonts w:ascii="Calibri" w:hAnsi="Calibri" w:cs="Calibri"/>
              </w:rPr>
              <w:t>) The volume of a standard, six-sided number cube used in dice games is 3.375 cm</w:t>
            </w:r>
            <w:r w:rsidR="00AE2FBF" w:rsidRPr="003D0E9C">
              <w:rPr>
                <w:rFonts w:ascii="Calibri" w:hAnsi="Calibri" w:cs="Calibri"/>
                <w:vertAlign w:val="superscript"/>
              </w:rPr>
              <w:t>3</w:t>
            </w:r>
            <w:r w:rsidR="00AE2FBF" w:rsidRPr="003D0E9C">
              <w:rPr>
                <w:rFonts w:ascii="Calibri" w:hAnsi="Calibri" w:cs="Calibri"/>
              </w:rPr>
              <w:t>.  What is the length of one side of the number cube?</w:t>
            </w:r>
          </w:p>
          <w:p w14:paraId="7D20F984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  <w:p w14:paraId="75113369" w14:textId="77777777" w:rsidR="00AE2FBF" w:rsidRPr="003D0E9C" w:rsidRDefault="00AE2FBF" w:rsidP="00F2113F">
            <w:pPr>
              <w:numPr>
                <w:ilvl w:val="0"/>
                <w:numId w:val="5"/>
              </w:numPr>
              <w:tabs>
                <w:tab w:val="num" w:pos="720"/>
                <w:tab w:val="num" w:pos="900"/>
              </w:tabs>
              <w:ind w:left="720"/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0.563 cm</w:t>
            </w:r>
          </w:p>
          <w:p w14:paraId="2FEE4A17" w14:textId="77777777" w:rsidR="00AE2FBF" w:rsidRPr="003D0E9C" w:rsidRDefault="00AE2FBF" w:rsidP="00F2113F">
            <w:pPr>
              <w:numPr>
                <w:ilvl w:val="0"/>
                <w:numId w:val="5"/>
              </w:numPr>
              <w:tabs>
                <w:tab w:val="num" w:pos="720"/>
                <w:tab w:val="num" w:pos="900"/>
              </w:tabs>
              <w:ind w:left="720"/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1.125 cm</w:t>
            </w:r>
          </w:p>
          <w:p w14:paraId="639D3370" w14:textId="77777777" w:rsidR="00AE2FBF" w:rsidRPr="003D0E9C" w:rsidRDefault="00AE2FBF" w:rsidP="00F2113F">
            <w:pPr>
              <w:numPr>
                <w:ilvl w:val="0"/>
                <w:numId w:val="5"/>
              </w:numPr>
              <w:tabs>
                <w:tab w:val="num" w:pos="720"/>
                <w:tab w:val="num" w:pos="900"/>
              </w:tabs>
              <w:ind w:left="720"/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1.5 cm</w:t>
            </w:r>
          </w:p>
          <w:p w14:paraId="20CB3CC9" w14:textId="77777777" w:rsidR="00AE2FBF" w:rsidRPr="003D0E9C" w:rsidRDefault="00AE2FBF" w:rsidP="00F2113F">
            <w:pPr>
              <w:numPr>
                <w:ilvl w:val="0"/>
                <w:numId w:val="5"/>
              </w:numPr>
              <w:tabs>
                <w:tab w:val="num" w:pos="720"/>
                <w:tab w:val="num" w:pos="900"/>
              </w:tabs>
              <w:ind w:left="720"/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</w:rPr>
              <w:t>1.7 cm</w:t>
            </w:r>
          </w:p>
          <w:p w14:paraId="2FE7B07B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666A20C5" w14:textId="77777777" w:rsidR="00AE2FBF" w:rsidRPr="003D0E9C" w:rsidRDefault="003736A9" w:rsidP="00F2113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AE2FBF" w:rsidRPr="003D0E9C">
              <w:rPr>
                <w:rFonts w:ascii="Calibri" w:hAnsi="Calibri" w:cs="Calibri"/>
              </w:rPr>
              <w:t xml:space="preserve">) </w:t>
            </w:r>
            <w:r w:rsidR="00AE2FBF" w:rsidRPr="003D0E9C">
              <w:rPr>
                <w:rFonts w:ascii="Calibri" w:hAnsi="Calibri" w:cs="Calibri"/>
                <w:position w:val="-26"/>
              </w:rPr>
              <w:object w:dxaOrig="920" w:dyaOrig="720" w14:anchorId="00867133">
                <v:shape id="_x0000_i1026" type="#_x0000_t75" style="width:45.8pt;height:36.45pt" o:ole="">
                  <v:imagedata r:id="rId24" o:title=""/>
                </v:shape>
                <o:OLEObject Type="Embed" ProgID="Equation.3" ShapeID="_x0000_i1026" DrawAspect="Content" ObjectID="_1415960030" r:id="rId25"/>
              </w:object>
            </w:r>
          </w:p>
          <w:p w14:paraId="1078075A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  <w:p w14:paraId="67BEBCBE" w14:textId="77777777" w:rsidR="00AE2FBF" w:rsidRPr="003D0E9C" w:rsidRDefault="00AE2FBF" w:rsidP="00F2113F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  <w:position w:val="-6"/>
              </w:rPr>
              <w:object w:dxaOrig="279" w:dyaOrig="320" w14:anchorId="40B170FE">
                <v:shape id="_x0000_i1027" type="#_x0000_t75" style="width:14.05pt;height:15.9pt" o:ole="">
                  <v:imagedata r:id="rId26" o:title=""/>
                </v:shape>
                <o:OLEObject Type="Embed" ProgID="Equation.3" ShapeID="_x0000_i1027" DrawAspect="Content" ObjectID="_1415960031" r:id="rId27"/>
              </w:object>
            </w:r>
          </w:p>
          <w:p w14:paraId="1B5BB5F1" w14:textId="77777777" w:rsidR="00AE2FBF" w:rsidRPr="003D0E9C" w:rsidRDefault="00AE2FBF" w:rsidP="00F2113F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  <w:position w:val="-6"/>
              </w:rPr>
              <w:object w:dxaOrig="279" w:dyaOrig="320" w14:anchorId="72489457">
                <v:shape id="_x0000_i1028" type="#_x0000_t75" style="width:14.05pt;height:15.9pt" o:ole="">
                  <v:imagedata r:id="rId28" o:title=""/>
                </v:shape>
                <o:OLEObject Type="Embed" ProgID="Equation.3" ShapeID="_x0000_i1028" DrawAspect="Content" ObjectID="_1415960032" r:id="rId29"/>
              </w:object>
            </w:r>
          </w:p>
          <w:p w14:paraId="285FAE20" w14:textId="77777777" w:rsidR="00AE2FBF" w:rsidRPr="003D0E9C" w:rsidRDefault="00AE2FBF" w:rsidP="00F2113F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  <w:position w:val="-6"/>
              </w:rPr>
              <w:object w:dxaOrig="279" w:dyaOrig="320" w14:anchorId="656FD1A1">
                <v:shape id="_x0000_i1029" type="#_x0000_t75" style="width:14.05pt;height:15.9pt" o:ole="">
                  <v:imagedata r:id="rId30" o:title=""/>
                </v:shape>
                <o:OLEObject Type="Embed" ProgID="Equation.3" ShapeID="_x0000_i1029" DrawAspect="Content" ObjectID="_1415960033" r:id="rId31"/>
              </w:object>
            </w:r>
          </w:p>
          <w:p w14:paraId="79A7D7B7" w14:textId="77777777" w:rsidR="00AE2FBF" w:rsidRPr="003D0E9C" w:rsidRDefault="00AE2FBF" w:rsidP="00F2113F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3D0E9C">
              <w:rPr>
                <w:rFonts w:ascii="Calibri" w:hAnsi="Calibri" w:cs="Calibri"/>
                <w:position w:val="-6"/>
              </w:rPr>
              <w:object w:dxaOrig="360" w:dyaOrig="320" w14:anchorId="0DC9E96E">
                <v:shape id="_x0000_i1030" type="#_x0000_t75" style="width:17.75pt;height:15.9pt" o:ole="">
                  <v:imagedata r:id="rId32" o:title=""/>
                </v:shape>
                <o:OLEObject Type="Embed" ProgID="Equation.3" ShapeID="_x0000_i1030" DrawAspect="Content" ObjectID="_1415960034" r:id="rId33"/>
              </w:object>
            </w:r>
          </w:p>
          <w:p w14:paraId="370B7C5F" w14:textId="77777777" w:rsidR="00AE2FBF" w:rsidRPr="003D0E9C" w:rsidRDefault="00AE2FBF" w:rsidP="00F2113F">
            <w:pPr>
              <w:rPr>
                <w:rFonts w:ascii="Calibri" w:hAnsi="Calibri" w:cs="Calibri"/>
              </w:rPr>
            </w:pPr>
          </w:p>
        </w:tc>
      </w:tr>
      <w:tr w:rsidR="00AE2FBF" w:rsidRPr="00386ED0" w14:paraId="7D058985" w14:textId="77777777" w:rsidTr="00144D3A">
        <w:tc>
          <w:tcPr>
            <w:tcW w:w="5508" w:type="dxa"/>
          </w:tcPr>
          <w:p w14:paraId="2C16D2CA" w14:textId="77777777" w:rsidR="00AE2FBF" w:rsidRPr="00386ED0" w:rsidRDefault="003736A9" w:rsidP="000F31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AE2FBF" w:rsidRPr="00386ED0">
              <w:rPr>
                <w:rFonts w:ascii="Calibri" w:hAnsi="Calibri"/>
              </w:rPr>
              <w:t xml:space="preserve">)  Simplify: </w:t>
            </w:r>
            <w:r w:rsidR="0066108D" w:rsidRPr="000F31E0">
              <w:rPr>
                <w:rFonts w:ascii="Calibri" w:hAnsi="Calibri"/>
                <w:position w:val="-12"/>
              </w:rPr>
              <w:object w:dxaOrig="1140" w:dyaOrig="440" w14:anchorId="160CCF92">
                <v:shape id="_x0000_i1031" type="#_x0000_t75" style="width:57.05pt;height:22.45pt" o:ole="">
                  <v:imagedata r:id="rId34" o:title=""/>
                </v:shape>
                <o:OLEObject Type="Embed" ProgID="Equation.3" ShapeID="_x0000_i1031" DrawAspect="Content" ObjectID="_1415960035" r:id="rId35"/>
              </w:object>
            </w:r>
          </w:p>
        </w:tc>
        <w:tc>
          <w:tcPr>
            <w:tcW w:w="5508" w:type="dxa"/>
          </w:tcPr>
          <w:p w14:paraId="02A14B68" w14:textId="77777777" w:rsidR="00AE2FBF" w:rsidRPr="00386ED0" w:rsidRDefault="003736A9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AE2FBF"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00D674DB" w14:textId="77777777" w:rsidR="00AE2FBF" w:rsidRPr="00386ED0" w:rsidRDefault="00AE2FBF" w:rsidP="00F2113F">
            <w:pPr>
              <w:rPr>
                <w:rFonts w:ascii="Calibri" w:hAnsi="Calibri"/>
              </w:rPr>
            </w:pPr>
          </w:p>
          <w:p w14:paraId="3E4D9F26" w14:textId="77777777" w:rsidR="00AE2FBF" w:rsidRPr="00386ED0" w:rsidRDefault="00AE2FBF" w:rsidP="00F2113F">
            <w:pPr>
              <w:rPr>
                <w:rFonts w:ascii="Calibri" w:hAnsi="Calibri"/>
              </w:rPr>
            </w:pPr>
          </w:p>
          <w:p w14:paraId="42DF3802" w14:textId="77777777" w:rsidR="00AE2FBF" w:rsidRDefault="00AE2FBF" w:rsidP="00F2113F">
            <w:pPr>
              <w:rPr>
                <w:rFonts w:ascii="Calibri" w:hAnsi="Calibri"/>
              </w:rPr>
            </w:pPr>
          </w:p>
          <w:p w14:paraId="08748F34" w14:textId="77777777" w:rsidR="00AE2FBF" w:rsidRPr="00386ED0" w:rsidRDefault="00AE2FBF" w:rsidP="00F2113F">
            <w:pPr>
              <w:rPr>
                <w:rFonts w:ascii="Calibri" w:hAnsi="Calibri"/>
              </w:rPr>
            </w:pPr>
          </w:p>
          <w:p w14:paraId="7AA675A2" w14:textId="77777777" w:rsidR="00AE2FBF" w:rsidRPr="00386ED0" w:rsidRDefault="00AE2FBF" w:rsidP="00F2113F">
            <w:pPr>
              <w:rPr>
                <w:rFonts w:ascii="Calibri" w:hAnsi="Calibri"/>
              </w:rPr>
            </w:pPr>
          </w:p>
          <w:p w14:paraId="5EFBCD72" w14:textId="77777777" w:rsidR="00AE2FBF" w:rsidRPr="00386ED0" w:rsidRDefault="00AE2FBF" w:rsidP="00F2113F">
            <w:pPr>
              <w:rPr>
                <w:rFonts w:ascii="Calibri" w:hAnsi="Calibri"/>
              </w:rPr>
            </w:pPr>
          </w:p>
        </w:tc>
      </w:tr>
      <w:tr w:rsidR="00144D3A" w14:paraId="46935C42" w14:textId="77777777" w:rsidTr="00144D3A">
        <w:tc>
          <w:tcPr>
            <w:tcW w:w="5508" w:type="dxa"/>
          </w:tcPr>
          <w:p w14:paraId="4BFE9E3B" w14:textId="54D31B97" w:rsidR="00144D3A" w:rsidRDefault="00144D3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11) Find:</w:t>
            </w:r>
          </w:p>
          <w:p w14:paraId="1A2E90F4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a.) </w:t>
            </w:r>
            <m:oMath>
              <m:r>
                <w:rPr>
                  <w:rFonts w:ascii="Cambria Math" w:hAnsi="Cambria Math" w:cs="Calibri"/>
                </w:rPr>
                <m:t>8.3×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10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</m:oMath>
          </w:p>
          <w:p w14:paraId="077B9997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5D9BFF6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b.) </w:t>
            </w:r>
            <m:oMath>
              <m:r>
                <w:rPr>
                  <w:rFonts w:ascii="Cambria Math" w:hAnsi="Cambria Math" w:cs="Calibri"/>
                </w:rPr>
                <m:t>83×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10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3</m:t>
                  </m:r>
                </m:sup>
              </m:sSup>
            </m:oMath>
          </w:p>
          <w:p w14:paraId="6DA632EE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D81BA40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c.) </w:t>
            </w:r>
            <m:oMath>
              <m:r>
                <w:rPr>
                  <w:rFonts w:ascii="Cambria Math" w:hAnsi="Cambria Math" w:cs="Calibri"/>
                </w:rPr>
                <m:t>.083×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10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6</m:t>
                  </m:r>
                </m:sup>
              </m:sSup>
            </m:oMath>
            <w:r>
              <w:rPr>
                <w:rFonts w:ascii="Calibri" w:hAnsi="Calibri" w:cs="Calibri"/>
              </w:rPr>
              <w:t xml:space="preserve"> </w:t>
            </w:r>
          </w:p>
          <w:p w14:paraId="41D650BD" w14:textId="77777777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0EC3C7AB" w14:textId="0D657801" w:rsidR="00144D3A" w:rsidRDefault="00144D3A" w:rsidP="00144D3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d.) </w:t>
            </w:r>
            <w:r w:rsidR="002554AA">
              <w:rPr>
                <w:rFonts w:ascii="Calibri" w:hAnsi="Calibri" w:cs="Calibri"/>
              </w:rPr>
              <w:t>What did you notice with parts a, b, and c?</w:t>
            </w:r>
          </w:p>
        </w:tc>
        <w:tc>
          <w:tcPr>
            <w:tcW w:w="5508" w:type="dxa"/>
          </w:tcPr>
          <w:p w14:paraId="07CFB65A" w14:textId="08B96927" w:rsidR="00144D3A" w:rsidRDefault="00144D3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12)</w:t>
            </w:r>
            <w:r w:rsidR="002554AA">
              <w:rPr>
                <w:rFonts w:ascii="Calibri" w:hAnsi="Calibri" w:cs="Calibri"/>
              </w:rPr>
              <w:t xml:space="preserve"> Given that the diameter of a circle is 36 feet, what is the circumference of the circle? </w:t>
            </w:r>
          </w:p>
        </w:tc>
      </w:tr>
      <w:tr w:rsidR="00144D3A" w14:paraId="366F0895" w14:textId="77777777" w:rsidTr="00144D3A">
        <w:tc>
          <w:tcPr>
            <w:tcW w:w="5508" w:type="dxa"/>
          </w:tcPr>
          <w:p w14:paraId="5B479C33" w14:textId="77777777" w:rsidR="002554AA" w:rsidRDefault="00144D3A" w:rsidP="002554A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13)</w:t>
            </w:r>
            <w:r w:rsidR="002554AA">
              <w:rPr>
                <w:rFonts w:ascii="Calibri" w:hAnsi="Calibri" w:cs="Calibri"/>
              </w:rPr>
              <w:t xml:space="preserve"> What is the simplified value of </w:t>
            </w:r>
            <m:oMath>
              <m:r>
                <w:rPr>
                  <w:rFonts w:ascii="Cambria Math" w:hAnsi="Cambria Math" w:cs="Calibri"/>
                </w:rPr>
                <m:t>8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>-y</m:t>
                  </m:r>
                </m:e>
              </m:rad>
            </m:oMath>
            <w:r w:rsidR="002554AA">
              <w:rPr>
                <w:rFonts w:ascii="Calibri" w:hAnsi="Calibri" w:cs="Calibri"/>
              </w:rPr>
              <w:t xml:space="preserve"> when x=5 and y= 4? </w:t>
            </w:r>
          </w:p>
          <w:p w14:paraId="230ED87D" w14:textId="6540312F" w:rsidR="00144D3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Leave your answer in exact form, i.e. no decimals!!!</w:t>
            </w:r>
          </w:p>
          <w:p w14:paraId="45C81038" w14:textId="77777777" w:rsidR="002554A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7231F45" w14:textId="77777777" w:rsidR="002554A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09735543" w14:textId="77777777" w:rsidR="002554A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89AB1D9" w14:textId="77777777" w:rsidR="002554A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1E472758" w14:textId="50D8AA6C" w:rsidR="002554AA" w:rsidRDefault="002554AA" w:rsidP="002554AA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2ABD2CDE" w14:textId="741F80EC" w:rsidR="00144D3A" w:rsidRDefault="00144D3A" w:rsidP="002554A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14)</w:t>
            </w:r>
            <w:r w:rsidR="002554AA">
              <w:rPr>
                <w:rFonts w:ascii="Calibri" w:hAnsi="Calibri" w:cs="Calibri"/>
              </w:rPr>
              <w:t xml:space="preserve"> If a Frisbee is thrown up and follows the equation </w:t>
            </w:r>
            <m:oMath>
              <m:r>
                <w:rPr>
                  <w:rFonts w:ascii="Cambria Math" w:hAnsi="Cambria Math" w:cs="Calibri"/>
                </w:rPr>
                <m:t>y= -16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+12t+4</m:t>
              </m:r>
            </m:oMath>
            <w:r w:rsidR="002554AA">
              <w:rPr>
                <w:rFonts w:ascii="Calibri" w:hAnsi="Calibri" w:cs="Calibri"/>
              </w:rPr>
              <w:t>, how long will it take for the Frisbee to hit the ground?</w:t>
            </w:r>
          </w:p>
        </w:tc>
      </w:tr>
      <w:tr w:rsidR="00144D3A" w14:paraId="4FD28794" w14:textId="77777777" w:rsidTr="00144D3A">
        <w:tc>
          <w:tcPr>
            <w:tcW w:w="5508" w:type="dxa"/>
          </w:tcPr>
          <w:p w14:paraId="18F9E448" w14:textId="45B76CE8" w:rsidR="00144D3A" w:rsidRDefault="00144D3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15)</w:t>
            </w:r>
            <w:r w:rsidR="002554AA">
              <w:rPr>
                <w:rFonts w:ascii="Calibri" w:hAnsi="Calibri" w:cs="Calibri"/>
              </w:rPr>
              <w:t xml:space="preserve"> Find the area of a city block that has a length of (x-2y) feet and a width of (4y+x) feet. </w:t>
            </w:r>
          </w:p>
          <w:p w14:paraId="28D9D673" w14:textId="77777777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4804CF45" w14:textId="77777777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B906D91" w14:textId="77777777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6EC85C44" w14:textId="77777777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1788A201" w14:textId="77777777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CA8FDFD" w14:textId="77A1E5CD" w:rsidR="002554AA" w:rsidRDefault="002554AA" w:rsidP="00B912CF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6F65961E" w14:textId="77777777" w:rsidR="00144D3A" w:rsidRDefault="00144D3A" w:rsidP="00BD0831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16)</w:t>
            </w:r>
            <w:r w:rsidR="00BD0831">
              <w:rPr>
                <w:rFonts w:ascii="Calibri" w:hAnsi="Calibri" w:cs="Calibri"/>
              </w:rPr>
              <w:t xml:space="preserve"> The volume o</w:t>
            </w:r>
            <w:r w:rsidR="002900DD">
              <w:rPr>
                <w:rFonts w:ascii="Calibri" w:hAnsi="Calibri" w:cs="Calibri"/>
              </w:rPr>
              <w:t>f</w:t>
            </w:r>
            <w:r w:rsidR="00BD0831">
              <w:rPr>
                <w:rFonts w:ascii="Calibri" w:hAnsi="Calibri" w:cs="Calibri"/>
              </w:rPr>
              <w:t xml:space="preserve"> a sphere is given by </w:t>
            </w:r>
            <m:oMath>
              <m:r>
                <w:rPr>
                  <w:rFonts w:ascii="Cambria Math" w:hAnsi="Cambria Math" w:cs="Calibri"/>
                  <w:sz w:val="32"/>
                  <w:szCs w:val="32"/>
                </w:rPr>
                <m:t>V=</m:t>
              </m:r>
              <m:f>
                <m:f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4π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sz w:val="32"/>
                          <w:szCs w:val="32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Calibri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3</m:t>
                  </m:r>
                </m:den>
              </m:f>
            </m:oMath>
            <w:r w:rsidR="00BD0831" w:rsidRPr="00BD0831">
              <w:rPr>
                <w:rFonts w:ascii="Calibri" w:hAnsi="Calibri" w:cs="Calibri"/>
                <w:sz w:val="32"/>
                <w:szCs w:val="32"/>
              </w:rPr>
              <w:t>,</w:t>
            </w:r>
            <w:r w:rsidR="00BD0831">
              <w:rPr>
                <w:rFonts w:ascii="Calibri" w:hAnsi="Calibri" w:cs="Calibri"/>
              </w:rPr>
              <w:t xml:space="preserve"> where r is the radius. </w:t>
            </w:r>
            <w:r w:rsidR="002900DD">
              <w:rPr>
                <w:rFonts w:ascii="Calibri" w:hAnsi="Calibri" w:cs="Calibri"/>
              </w:rPr>
              <w:t xml:space="preserve">What is the volume of a globe with a diameter of 18 inches? </w:t>
            </w:r>
          </w:p>
          <w:p w14:paraId="67231E82" w14:textId="77777777" w:rsidR="002900DD" w:rsidRDefault="002900DD" w:rsidP="00BD0831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495643FB" w14:textId="77777777" w:rsidR="002900DD" w:rsidRDefault="002900DD" w:rsidP="00BD0831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0D7ADD76" w14:textId="77777777" w:rsidR="002900DD" w:rsidRDefault="002900DD" w:rsidP="00BD0831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A24C626" w14:textId="5408C475" w:rsidR="002900DD" w:rsidRDefault="002900DD" w:rsidP="00BD0831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</w:tr>
      <w:tr w:rsidR="00144D3A" w14:paraId="38C3C98A" w14:textId="77777777" w:rsidTr="00144D3A">
        <w:tc>
          <w:tcPr>
            <w:tcW w:w="5508" w:type="dxa"/>
          </w:tcPr>
          <w:p w14:paraId="4D2D0710" w14:textId="5374C9FA" w:rsidR="00144D3A" w:rsidRDefault="00144D3A" w:rsidP="002900DD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17)</w:t>
            </w:r>
            <w:r w:rsidR="002900DD">
              <w:rPr>
                <w:rFonts w:ascii="Calibri" w:hAnsi="Calibri" w:cs="Calibri"/>
              </w:rPr>
              <w:t xml:space="preserve"> </w:t>
            </w:r>
            <w:proofErr w:type="gramStart"/>
            <w:r w:rsidR="002900DD">
              <w:rPr>
                <w:rFonts w:ascii="Calibri" w:hAnsi="Calibri" w:cs="Calibri"/>
              </w:rPr>
              <w:t xml:space="preserve">If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a+3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3</m:t>
                  </m:r>
                </m:sup>
              </m:sSup>
              <m:r>
                <w:rPr>
                  <w:rFonts w:ascii="Cambria Math" w:hAnsi="Cambria Math" w:cs="Calibri"/>
                  <w:sz w:val="32"/>
                  <w:szCs w:val="32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a</m:t>
                  </m:r>
                </m:sup>
              </m:sSup>
            </m:oMath>
            <w:r w:rsidR="002900DD" w:rsidRPr="002900DD">
              <w:rPr>
                <w:rFonts w:ascii="Calibri" w:hAnsi="Calibri" w:cs="Calibri"/>
                <w:sz w:val="32"/>
                <w:szCs w:val="32"/>
              </w:rPr>
              <w:t>,</w:t>
            </w:r>
            <w:r w:rsidR="002900DD">
              <w:rPr>
                <w:rFonts w:ascii="Calibri" w:hAnsi="Calibri" w:cs="Calibri"/>
              </w:rPr>
              <w:t xml:space="preserve"> what is a equal to? </w:t>
            </w:r>
          </w:p>
          <w:p w14:paraId="42755B81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2B443BFB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3BDD709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4EF5FB7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7E37DB99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3FF080E8" w14:textId="7777777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  <w:p w14:paraId="5AA8288F" w14:textId="6FD0BF87" w:rsidR="002900DD" w:rsidRDefault="002900DD" w:rsidP="002900DD">
            <w:pPr>
              <w:spacing w:after="120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088E15BB" w14:textId="77777777" w:rsidR="00144D3A" w:rsidRDefault="00144D3A" w:rsidP="00B912CF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18)</w:t>
            </w:r>
            <w:r w:rsidR="002900DD">
              <w:rPr>
                <w:rFonts w:ascii="Calibri" w:hAnsi="Calibri" w:cs="Calibri"/>
              </w:rPr>
              <w:t xml:space="preserve"> Find the positive solution for a in the equation </w:t>
            </w:r>
          </w:p>
          <w:p w14:paraId="0028D018" w14:textId="514E30D4" w:rsidR="002900DD" w:rsidRDefault="00426D5B" w:rsidP="002900DD">
            <w:pPr>
              <w:spacing w:after="120"/>
              <w:outlineLvl w:val="0"/>
              <w:rPr>
                <w:rFonts w:ascii="Calibri" w:hAnsi="Calibri" w:cs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Calibri"/>
                  </w:rPr>
                  <m:t>-3b+4=12</m:t>
                </m:r>
              </m:oMath>
            </m:oMathPara>
          </w:p>
        </w:tc>
      </w:tr>
    </w:tbl>
    <w:p w14:paraId="38577711" w14:textId="4DE46B6B" w:rsidR="00144D3A" w:rsidRDefault="00144D3A" w:rsidP="00B912CF">
      <w:pPr>
        <w:spacing w:after="120"/>
        <w:outlineLvl w:val="0"/>
        <w:rPr>
          <w:rFonts w:ascii="Calibri" w:hAnsi="Calibri" w:cs="Calibri"/>
        </w:rPr>
      </w:pPr>
    </w:p>
    <w:p w14:paraId="0E7F8EE3" w14:textId="77777777" w:rsidR="00144D3A" w:rsidRDefault="00144D3A" w:rsidP="00B912CF">
      <w:pPr>
        <w:spacing w:after="120"/>
        <w:outlineLvl w:val="0"/>
        <w:rPr>
          <w:rFonts w:ascii="Calibri" w:hAnsi="Calibri" w:cs="Calibri"/>
        </w:rPr>
      </w:pPr>
    </w:p>
    <w:p w14:paraId="4E99476C" w14:textId="77777777" w:rsidR="00144D3A" w:rsidRDefault="00144D3A" w:rsidP="00B912CF">
      <w:pPr>
        <w:spacing w:after="120"/>
        <w:outlineLvl w:val="0"/>
        <w:rPr>
          <w:rFonts w:ascii="Calibri" w:hAnsi="Calibri" w:cs="Calibri"/>
        </w:rPr>
      </w:pPr>
    </w:p>
    <w:p w14:paraId="58799DDD" w14:textId="77777777" w:rsidR="00B912CF" w:rsidRPr="0022342E" w:rsidRDefault="00B63E14" w:rsidP="00B912CF">
      <w:pPr>
        <w:spacing w:after="120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3C6C5" wp14:editId="4E6D25EB">
                <wp:simplePos x="0" y="0"/>
                <wp:positionH relativeFrom="column">
                  <wp:posOffset>3720465</wp:posOffset>
                </wp:positionH>
                <wp:positionV relativeFrom="paragraph">
                  <wp:posOffset>-257175</wp:posOffset>
                </wp:positionV>
                <wp:extent cx="3321050" cy="754380"/>
                <wp:effectExtent l="15240" t="9525" r="16510" b="17145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BA25A7" w14:textId="77777777" w:rsidR="005D7633" w:rsidRPr="00DE7BE4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DE7BE4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W#45: Simplify Complex Radicals</w:t>
                            </w:r>
                          </w:p>
                          <w:p w14:paraId="76436F67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15A673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Dec. 7</w:t>
                            </w:r>
                            <w:r w:rsidRPr="00A917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14:paraId="1D9F5023" w14:textId="77777777" w:rsidR="005D7633" w:rsidRDefault="005D7633" w:rsidP="00B912CF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03D217B3" w14:textId="77777777" w:rsidR="005D7633" w:rsidRPr="00FC683D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_x0000_s1029" style="position:absolute;margin-left:292.95pt;margin-top:-20.25pt;width:261.5pt;height:5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" strokeweight="1.5pt">
                <v:textbox>
                  <w:txbxContent>
                    <w:p w:rsidR="00162FC2" w:rsidRPr="00DE7BE4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DE7BE4">
                        <w:rPr>
                          <w:rFonts w:ascii="Cambria" w:hAnsi="Cambria"/>
                        </w:rPr>
                        <w:t>H</w:t>
                      </w:r>
                      <w:r w:rsidR="00A9174E">
                        <w:rPr>
                          <w:rFonts w:ascii="Cambria" w:hAnsi="Cambria"/>
                        </w:rPr>
                        <w:t>W#45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A9174E">
                        <w:rPr>
                          <w:rFonts w:ascii="Cambria" w:hAnsi="Cambria"/>
                        </w:rPr>
                        <w:t>Simplify Complex Radicals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7A4342">
                        <w:rPr>
                          <w:rFonts w:ascii="Cambria" w:hAnsi="Cambria"/>
                        </w:rPr>
                        <w:t>Friday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A9174E">
                        <w:rPr>
                          <w:rFonts w:ascii="Cambria" w:hAnsi="Cambria"/>
                        </w:rPr>
                        <w:t xml:space="preserve">Dec. </w:t>
                      </w:r>
                      <w:r w:rsidR="007A4342">
                        <w:rPr>
                          <w:rFonts w:ascii="Cambria" w:hAnsi="Cambria"/>
                        </w:rPr>
                        <w:t>7</w:t>
                      </w:r>
                      <w:r w:rsidR="00A9174E" w:rsidRPr="00A917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  <w:p w:rsidR="00162FC2" w:rsidRDefault="00162FC2" w:rsidP="00B912CF">
                      <w:pPr>
                        <w:rPr>
                          <w:rFonts w:ascii="Cambria" w:hAnsi="Cambria"/>
                        </w:rPr>
                      </w:pPr>
                    </w:p>
                    <w:p w:rsidR="00162FC2" w:rsidRPr="00FC683D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CAA0C83" w14:textId="77777777" w:rsidR="00B912CF" w:rsidRPr="0022342E" w:rsidRDefault="00B912CF" w:rsidP="00B912CF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14:paraId="32AEE6A4" w14:textId="77777777" w:rsidR="00B912CF" w:rsidRDefault="00B912CF" w:rsidP="00B912CF">
      <w:pPr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tbl>
      <w:tblPr>
        <w:tblW w:w="109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1446"/>
        <w:gridCol w:w="1793"/>
        <w:gridCol w:w="3661"/>
      </w:tblGrid>
      <w:tr w:rsidR="00F61FC7" w:rsidRPr="00F61FC7" w14:paraId="4956F3AF" w14:textId="77777777" w:rsidTr="006B5F73">
        <w:tc>
          <w:tcPr>
            <w:tcW w:w="5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EE60" w14:textId="77777777" w:rsidR="003736A9" w:rsidRPr="00F61FC7" w:rsidRDefault="00765502" w:rsidP="00375D0A">
            <w:pPr>
              <w:rPr>
                <w:rFonts w:asciiTheme="minorHAnsi" w:hAnsiTheme="minorHAnsi" w:cstheme="minorHAnsi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736A9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</w:rPr>
                    <m:t>3</m:t>
                  </m:r>
                </m:deg>
                <m:e>
                  <m:r>
                    <w:rPr>
                      <w:rFonts w:ascii="Cambria Math" w:hAnsi="Cambria Math" w:cstheme="minorHAnsi"/>
                    </w:rPr>
                    <m:t>128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7</m:t>
                      </m:r>
                    </m:sup>
                  </m:sSup>
                </m:e>
              </m:rad>
            </m:oMath>
          </w:p>
          <w:p w14:paraId="090FE00D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4112F9E9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100A3969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73493BD8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5B89D157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5130EAD2" w14:textId="77777777" w:rsidR="00765502" w:rsidRPr="00F61FC7" w:rsidRDefault="00765502" w:rsidP="00375D0A">
            <w:pPr>
              <w:rPr>
                <w:rFonts w:asciiTheme="minorHAnsi" w:hAnsiTheme="minorHAnsi" w:cstheme="minorHAnsi"/>
              </w:rPr>
            </w:pPr>
          </w:p>
          <w:p w14:paraId="5CAD4990" w14:textId="77777777" w:rsidR="00765502" w:rsidRPr="00F61FC7" w:rsidRDefault="00765502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F9E4" w14:textId="77777777" w:rsidR="003736A9" w:rsidRPr="00F61FC7" w:rsidRDefault="00765502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736A9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-216</m:t>
                      </m:r>
                    </m:den>
                  </m:f>
                </m:e>
              </m:rad>
            </m:oMath>
          </w:p>
          <w:p w14:paraId="3DDEA533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47BA8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8A59D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B639C0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D239B1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FC04F4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FC7" w:rsidRPr="00F61FC7" w14:paraId="477D6C9E" w14:textId="77777777" w:rsidTr="006B5F73">
        <w:tc>
          <w:tcPr>
            <w:tcW w:w="5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61E8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 w:rsidRPr="00F61FC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C54849B" wp14:editId="61701F26">
                  <wp:extent cx="1650365" cy="308610"/>
                  <wp:effectExtent l="0" t="0" r="6985" b="0"/>
                  <wp:docPr id="1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081" b="76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59EBD93F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  <w:p w14:paraId="47FA292B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A23F2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11E624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6A3C9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B60C0C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F8DA6A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FD4DF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67E3C7" wp14:editId="1D99FD25">
                  <wp:extent cx="2660015" cy="664845"/>
                  <wp:effectExtent l="0" t="0" r="6985" b="1905"/>
                  <wp:docPr id="1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940" r="27541" b="24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01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649FA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C2ED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4) </w:t>
            </w:r>
          </w:p>
          <w:p w14:paraId="0EC2E667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7914298" wp14:editId="5AB48600">
                  <wp:extent cx="1508125" cy="308610"/>
                  <wp:effectExtent l="0" t="0" r="0" b="0"/>
                  <wp:docPr id="1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829" b="76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0DAAE6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621D36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76A6D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8A87DB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8A8F22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A1FC7F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605241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405158" w14:textId="77777777" w:rsidR="003736A9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85A476" wp14:editId="54032360">
                  <wp:extent cx="2933065" cy="653415"/>
                  <wp:effectExtent l="0" t="0" r="635" b="0"/>
                  <wp:docPr id="1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79" r="19994" b="24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FC7" w:rsidRPr="00F61FC7" w14:paraId="0DAE2AD0" w14:textId="77777777" w:rsidTr="006B5F73">
        <w:tc>
          <w:tcPr>
            <w:tcW w:w="5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C676" w14:textId="77777777" w:rsidR="003736A9" w:rsidRPr="00F61FC7" w:rsidRDefault="00765502" w:rsidP="003736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736A9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Simplify: </w:t>
            </w:r>
            <w:r w:rsidRPr="00F61FC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770F1EB" wp14:editId="62FD8841">
                  <wp:extent cx="3663703" cy="280417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66746" w14:textId="77777777" w:rsidR="003736A9" w:rsidRPr="00F61FC7" w:rsidRDefault="003736A9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AA12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3736A9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Simplify: </w:t>
            </w:r>
            <w:r w:rsidRPr="00F61FC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361152F" wp14:editId="2E76714F">
                  <wp:extent cx="3663703" cy="280417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7D2C83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16B5E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20BD74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10EFD9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CE101B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4C9F18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039E7" w14:textId="77777777" w:rsidR="00765502" w:rsidRPr="00F61FC7" w:rsidRDefault="00765502" w:rsidP="007655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3A3920" w14:textId="77777777" w:rsidR="003736A9" w:rsidRPr="00F61FC7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2FBF" w:rsidRPr="00F61FC7" w14:paraId="728B3D1A" w14:textId="77777777" w:rsidTr="006B5F73">
        <w:tc>
          <w:tcPr>
            <w:tcW w:w="5455" w:type="dxa"/>
            <w:gridSpan w:val="2"/>
            <w:shd w:val="clear" w:color="auto" w:fill="auto"/>
          </w:tcPr>
          <w:p w14:paraId="6DAD2B27" w14:textId="77777777" w:rsidR="00AE2FBF" w:rsidRPr="00F61FC7" w:rsidRDefault="00F61FC7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7a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) Which of the following is equivalent to the imaginary</w:t>
            </w:r>
          </w:p>
          <w:p w14:paraId="275D5CD9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gramEnd"/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?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43BFB70A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A) -1</w:t>
            </w:r>
            <w:r w:rsidR="00F61FC7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B) -</w:t>
            </w:r>
            <w:r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340" w:dyaOrig="340" w14:anchorId="10E5B73F">
                <v:shape id="_x0000_i1032" type="#_x0000_t75" style="width:17.75pt;height:17.75pt" o:ole="">
                  <v:imagedata r:id="rId40" o:title=""/>
                </v:shape>
                <o:OLEObject Type="Embed" ProgID="Equation.3" ShapeID="_x0000_i1032" DrawAspect="Content" ObjectID="_1415960036" r:id="rId41"/>
              </w:object>
            </w:r>
            <w:r w:rsid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t xml:space="preserve">                 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C) 1</w:t>
            </w:r>
            <w:r w:rsidR="00F61FC7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D) </w:t>
            </w:r>
            <w:r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520" w:dyaOrig="340" w14:anchorId="57B3B3AB">
                <v:shape id="_x0000_i1033" type="#_x0000_t75" style="width:26.2pt;height:17.75pt" o:ole="">
                  <v:imagedata r:id="rId42" o:title=""/>
                </v:shape>
                <o:OLEObject Type="Embed" ProgID="Equation.3" ShapeID="_x0000_i1033" DrawAspect="Content" ObjectID="_1415960037" r:id="rId43"/>
              </w:object>
            </w:r>
            <w:r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br/>
            </w:r>
          </w:p>
          <w:p w14:paraId="2CDDDC0B" w14:textId="77777777" w:rsidR="00AE2FBF" w:rsidRPr="00F61FC7" w:rsidRDefault="00F61FC7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7b) 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What is the standard form for writing a complex number?</w:t>
            </w:r>
          </w:p>
          <w:p w14:paraId="564F4A91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3" w:type="dxa"/>
            <w:gridSpan w:val="2"/>
            <w:shd w:val="clear" w:color="auto" w:fill="auto"/>
          </w:tcPr>
          <w:p w14:paraId="3AEC7BD6" w14:textId="77777777" w:rsidR="00AE2FBF" w:rsidRPr="00F61FC7" w:rsidRDefault="00F61FC7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w:r w:rsidR="00AE2FBF"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680" w:dyaOrig="360" w14:anchorId="24008169">
                <v:shape id="_x0000_i1034" type="#_x0000_t75" style="width:33.65pt;height:17.75pt" o:ole="">
                  <v:imagedata r:id="rId44" o:title=""/>
                </v:shape>
                <o:OLEObject Type="Embed" ProgID="Equation.3" ShapeID="_x0000_i1034" DrawAspect="Content" ObjectID="_1415960038" r:id="rId45"/>
              </w:object>
            </w:r>
          </w:p>
          <w:p w14:paraId="1D578E72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440" w:dyaOrig="360" w14:anchorId="42716E43">
                <v:shape id="_x0000_i1035" type="#_x0000_t75" style="width:21.5pt;height:17.75pt" o:ole="">
                  <v:imagedata r:id="rId46" o:title=""/>
                </v:shape>
                <o:OLEObject Type="Embed" ProgID="Equation.3" ShapeID="_x0000_i1035" DrawAspect="Content" ObjectID="_1415960039" r:id="rId47"/>
              </w:object>
            </w:r>
          </w:p>
          <w:p w14:paraId="43006CC0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B) 2i</w:t>
            </w:r>
          </w:p>
          <w:p w14:paraId="0258EA94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C) 3i</w:t>
            </w:r>
          </w:p>
          <w:p w14:paraId="282BE7AA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D) -5</w:t>
            </w:r>
          </w:p>
          <w:p w14:paraId="37632B91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E) 5i</w:t>
            </w:r>
          </w:p>
        </w:tc>
      </w:tr>
      <w:tr w:rsidR="00AE2FBF" w:rsidRPr="00F61FC7" w14:paraId="32D5FF08" w14:textId="77777777" w:rsidTr="006B5F73">
        <w:tc>
          <w:tcPr>
            <w:tcW w:w="5455" w:type="dxa"/>
            <w:gridSpan w:val="2"/>
            <w:shd w:val="clear" w:color="auto" w:fill="auto"/>
          </w:tcPr>
          <w:p w14:paraId="62B41012" w14:textId="77777777" w:rsidR="00AE2FBF" w:rsidRPr="00F61FC7" w:rsidRDefault="00F61FC7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w:r w:rsidR="00AE2FBF"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780" w:dyaOrig="360" w14:anchorId="149FE75F">
                <v:shape id="_x0000_i1036" type="#_x0000_t75" style="width:39.25pt;height:17.75pt" o:ole="">
                  <v:imagedata r:id="rId48" o:title=""/>
                </v:shape>
                <o:OLEObject Type="Embed" ProgID="Equation.3" ShapeID="_x0000_i1036" DrawAspect="Content" ObjectID="_1415960040" r:id="rId49"/>
              </w:object>
            </w:r>
          </w:p>
          <w:p w14:paraId="30D965AC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A) 4i</w:t>
            </w:r>
          </w:p>
          <w:p w14:paraId="1F1E36E0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B) 5i</w:t>
            </w:r>
          </w:p>
          <w:p w14:paraId="652BFC79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C) 10i</w:t>
            </w:r>
          </w:p>
          <w:p w14:paraId="6381AAA3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D) </w:t>
            </w:r>
            <w:r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680" w:dyaOrig="340" w14:anchorId="557BD19F">
                <v:shape id="_x0000_i1037" type="#_x0000_t75" style="width:33.65pt;height:17.75pt" o:ole="">
                  <v:imagedata r:id="rId50" o:title=""/>
                </v:shape>
                <o:OLEObject Type="Embed" ProgID="Equation.3" ShapeID="_x0000_i1037" DrawAspect="Content" ObjectID="_1415960041" r:id="rId51"/>
              </w:object>
            </w:r>
          </w:p>
          <w:p w14:paraId="007C12A6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E) </w:t>
            </w:r>
            <w:r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660" w:dyaOrig="360" w14:anchorId="0A259DC0">
                <v:shape id="_x0000_i1038" type="#_x0000_t75" style="width:32.75pt;height:17.75pt" o:ole="">
                  <v:imagedata r:id="rId52" o:title=""/>
                </v:shape>
                <o:OLEObject Type="Embed" ProgID="Equation.3" ShapeID="_x0000_i1038" DrawAspect="Content" ObjectID="_1415960042" r:id="rId53"/>
              </w:object>
            </w:r>
          </w:p>
        </w:tc>
        <w:tc>
          <w:tcPr>
            <w:tcW w:w="5453" w:type="dxa"/>
            <w:gridSpan w:val="2"/>
            <w:shd w:val="clear" w:color="auto" w:fill="auto"/>
          </w:tcPr>
          <w:p w14:paraId="32E41F35" w14:textId="77777777" w:rsidR="00AE2FBF" w:rsidRPr="00F61FC7" w:rsidRDefault="00F61FC7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w:r w:rsidR="00AE2FBF"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680" w:dyaOrig="340" w14:anchorId="6021922F">
                <v:shape id="_x0000_i1039" type="#_x0000_t75" style="width:33.65pt;height:17.75pt" o:ole="">
                  <v:imagedata r:id="rId54" o:title=""/>
                </v:shape>
                <o:OLEObject Type="Embed" ProgID="Equation.3" ShapeID="_x0000_i1039" DrawAspect="Content" ObjectID="_1415960043" r:id="rId55"/>
              </w:object>
            </w:r>
          </w:p>
          <w:p w14:paraId="748DF0DF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540" w:dyaOrig="360" w14:anchorId="02F20133">
                <v:shape id="_x0000_i1040" type="#_x0000_t75" style="width:27.1pt;height:17.75pt" o:ole="">
                  <v:imagedata r:id="rId56" o:title=""/>
                </v:shape>
                <o:OLEObject Type="Embed" ProgID="Equation.3" ShapeID="_x0000_i1040" DrawAspect="Content" ObjectID="_1415960044" r:id="rId57"/>
              </w:object>
            </w:r>
          </w:p>
          <w:p w14:paraId="045E7E55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560" w:dyaOrig="360" w14:anchorId="1924B920">
                <v:shape id="_x0000_i1041" type="#_x0000_t75" style="width:29pt;height:17.75pt" o:ole="">
                  <v:imagedata r:id="rId58" o:title=""/>
                </v:shape>
                <o:OLEObject Type="Embed" ProgID="Equation.3" ShapeID="_x0000_i1041" DrawAspect="Content" ObjectID="_1415960045" r:id="rId59"/>
              </w:object>
            </w:r>
          </w:p>
          <w:p w14:paraId="3821408C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660" w:dyaOrig="340" w14:anchorId="30DED1ED">
                <v:shape id="_x0000_i1042" type="#_x0000_t75" style="width:32.75pt;height:17.75pt" o:ole="">
                  <v:imagedata r:id="rId60" o:title=""/>
                </v:shape>
                <o:OLEObject Type="Embed" ProgID="Equation.3" ShapeID="_x0000_i1042" DrawAspect="Content" ObjectID="_1415960046" r:id="rId61"/>
              </w:object>
            </w:r>
          </w:p>
          <w:p w14:paraId="6EB60124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D) 24i</w:t>
            </w:r>
          </w:p>
          <w:p w14:paraId="5756AA74" w14:textId="77777777" w:rsidR="00AE2FBF" w:rsidRPr="00F61FC7" w:rsidRDefault="00AE2FBF" w:rsidP="00F211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FC7">
              <w:rPr>
                <w:rFonts w:asciiTheme="minorHAnsi" w:hAnsiTheme="minorHAnsi" w:cstheme="minorHAnsi"/>
                <w:sz w:val="22"/>
                <w:szCs w:val="22"/>
              </w:rPr>
              <w:t>E) None of the above</w:t>
            </w:r>
          </w:p>
        </w:tc>
      </w:tr>
      <w:tr w:rsidR="006B5F73" w:rsidRPr="00F61FC7" w14:paraId="7B42D872" w14:textId="77777777" w:rsidTr="006B5F73">
        <w:tc>
          <w:tcPr>
            <w:tcW w:w="3636" w:type="dxa"/>
            <w:shd w:val="clear" w:color="auto" w:fill="auto"/>
          </w:tcPr>
          <w:p w14:paraId="56A5960B" w14:textId="77777777" w:rsidR="00AE2FBF" w:rsidRP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26"/>
                <w:sz w:val="22"/>
                <w:szCs w:val="22"/>
              </w:rPr>
              <w:lastRenderedPageBreak/>
              <w:t>11</w:t>
            </w:r>
            <w:r w:rsidR="00AE2FBF" w:rsidRPr="00F61FC7">
              <w:rPr>
                <w:rFonts w:asciiTheme="minorHAnsi" w:hAnsiTheme="minorHAnsi" w:cstheme="minorHAnsi"/>
                <w:position w:val="-26"/>
                <w:sz w:val="22"/>
                <w:szCs w:val="22"/>
              </w:rPr>
              <w:t xml:space="preserve">) </w:t>
            </w:r>
            <w:r w:rsidR="00AE2FBF" w:rsidRPr="00F61FC7">
              <w:rPr>
                <w:rFonts w:asciiTheme="minorHAnsi" w:hAnsiTheme="minorHAnsi" w:cstheme="minorHAnsi"/>
                <w:position w:val="-26"/>
                <w:sz w:val="22"/>
                <w:szCs w:val="22"/>
              </w:rPr>
              <w:object w:dxaOrig="820" w:dyaOrig="700" w14:anchorId="6F283EA5">
                <v:shape id="_x0000_i1043" type="#_x0000_t75" style="width:41.15pt;height:36.45pt" o:ole="">
                  <v:imagedata r:id="rId62" o:title=""/>
                </v:shape>
                <o:OLEObject Type="Embed" ProgID="Equation.3" ShapeID="_x0000_i1043" DrawAspect="Content" ObjectID="_1415960047" r:id="rId63"/>
              </w:objec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</w:tc>
        <w:tc>
          <w:tcPr>
            <w:tcW w:w="3636" w:type="dxa"/>
            <w:gridSpan w:val="2"/>
            <w:shd w:val="clear" w:color="auto" w:fill="auto"/>
          </w:tcPr>
          <w:p w14:paraId="297A106B" w14:textId="77777777" w:rsidR="00AE2FBF" w:rsidRP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12"/>
                <w:sz w:val="22"/>
                <w:szCs w:val="22"/>
              </w:rPr>
              <w:t>12</w:t>
            </w:r>
            <w:r w:rsidR="00AE2FBF" w:rsidRPr="00F61FC7">
              <w:rPr>
                <w:rFonts w:asciiTheme="minorHAnsi" w:hAnsiTheme="minorHAnsi" w:cstheme="minorHAnsi"/>
                <w:position w:val="-12"/>
                <w:sz w:val="22"/>
                <w:szCs w:val="22"/>
              </w:rPr>
              <w:t xml:space="preserve">) </w:t>
            </w:r>
            <w:r w:rsidR="00AE2FBF" w:rsidRPr="00F61FC7">
              <w:rPr>
                <w:rFonts w:asciiTheme="minorHAnsi" w:hAnsiTheme="minorHAnsi" w:cstheme="minorHAnsi"/>
                <w:position w:val="-12"/>
                <w:sz w:val="22"/>
                <w:szCs w:val="22"/>
              </w:rPr>
              <w:object w:dxaOrig="1260" w:dyaOrig="440" w14:anchorId="75F84011">
                <v:shape id="_x0000_i1044" type="#_x0000_t75" style="width:61.7pt;height:21.5pt" o:ole="">
                  <v:imagedata r:id="rId64" o:title=""/>
                </v:shape>
                <o:OLEObject Type="Embed" ProgID="Equation.3" ShapeID="_x0000_i1044" DrawAspect="Content" ObjectID="_1415960048" r:id="rId65"/>
              </w:objec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  <w:p w14:paraId="4AD4AC57" w14:textId="77777777" w:rsidR="00AE2FBF" w:rsidRPr="00F61FC7" w:rsidRDefault="00AE2FBF" w:rsidP="00F2113F">
            <w:pPr>
              <w:spacing w:line="48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36" w:type="dxa"/>
            <w:shd w:val="clear" w:color="auto" w:fill="auto"/>
          </w:tcPr>
          <w:p w14:paraId="5BE46CC8" w14:textId="77777777" w:rsidR="00AE2FBF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13</w:t>
            </w:r>
            <w:r w:rsidR="00AE2FBF"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AE2FBF" w:rsidRPr="00F61FC7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1719" w:dyaOrig="360" w14:anchorId="4FBEBD64">
                <v:shape id="_x0000_i1045" type="#_x0000_t75" style="width:86.05pt;height:17.75pt" o:ole="">
                  <v:imagedata r:id="rId66" o:title=""/>
                </v:shape>
                <o:OLEObject Type="Embed" ProgID="Equation.3" ShapeID="_x0000_i1045" DrawAspect="Content" ObjectID="_1415960049" r:id="rId67"/>
              </w:objec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  <w:p w14:paraId="652E1310" w14:textId="77777777" w:rsid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9E47EC" w14:textId="77777777" w:rsid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39ECEB" w14:textId="77777777" w:rsidR="00F61FC7" w:rsidRP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5F73" w:rsidRPr="00F61FC7" w14:paraId="3DF9DEE8" w14:textId="77777777" w:rsidTr="006B5F73">
        <w:tc>
          <w:tcPr>
            <w:tcW w:w="3636" w:type="dxa"/>
            <w:shd w:val="clear" w:color="auto" w:fill="auto"/>
          </w:tcPr>
          <w:p w14:paraId="4E768EE4" w14:textId="77777777" w:rsidR="00AE2FBF" w:rsidRPr="00F61FC7" w:rsidRDefault="00F61FC7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>) (-2 -6i) – (4 – 6i)</w:t>
            </w:r>
          </w:p>
          <w:p w14:paraId="355495DF" w14:textId="77777777" w:rsidR="00AE2FBF" w:rsidRPr="00F61FC7" w:rsidRDefault="00AE2FBF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066C13" w14:textId="77777777" w:rsidR="00AE2FBF" w:rsidRPr="00F61FC7" w:rsidRDefault="00AE2FBF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36" w:type="dxa"/>
            <w:gridSpan w:val="2"/>
            <w:shd w:val="clear" w:color="auto" w:fill="auto"/>
          </w:tcPr>
          <w:p w14:paraId="566CC322" w14:textId="77777777" w:rsidR="00AE2FBF" w:rsidRDefault="00F61FC7" w:rsidP="00F61FC7">
            <w:pPr>
              <w:spacing w:line="480" w:lineRule="auto"/>
              <w:rPr>
                <w:rFonts w:asciiTheme="minorHAnsi" w:hAnsiTheme="minorHAnsi" w:cstheme="minorHAnsi"/>
                <w:position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AE2FBF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75D4A"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1600" w:dyaOrig="320" w14:anchorId="637490D9">
                <v:shape id="_x0000_i1046" type="#_x0000_t75" style="width:80.4pt;height:15.9pt" o:ole="">
                  <v:imagedata r:id="rId68" o:title=""/>
                </v:shape>
                <o:OLEObject Type="Embed" ProgID="Equation.3" ShapeID="_x0000_i1046" DrawAspect="Content" ObjectID="_1415960050" r:id="rId69"/>
              </w:object>
            </w:r>
          </w:p>
          <w:p w14:paraId="2586CBF7" w14:textId="77777777" w:rsidR="00CE36CC" w:rsidRDefault="00CE36CC" w:rsidP="00F61FC7">
            <w:pPr>
              <w:spacing w:line="480" w:lineRule="auto"/>
              <w:rPr>
                <w:rFonts w:asciiTheme="minorHAnsi" w:hAnsiTheme="minorHAnsi" w:cstheme="minorHAnsi"/>
                <w:position w:val="-6"/>
                <w:sz w:val="22"/>
                <w:szCs w:val="22"/>
              </w:rPr>
            </w:pPr>
          </w:p>
          <w:p w14:paraId="3F4B89B0" w14:textId="77777777" w:rsidR="00CE36CC" w:rsidRDefault="00CE36CC" w:rsidP="00F61FC7">
            <w:pPr>
              <w:spacing w:line="480" w:lineRule="auto"/>
              <w:rPr>
                <w:rFonts w:asciiTheme="minorHAnsi" w:hAnsiTheme="minorHAnsi" w:cstheme="minorHAnsi"/>
                <w:position w:val="-6"/>
                <w:sz w:val="22"/>
                <w:szCs w:val="22"/>
              </w:rPr>
            </w:pPr>
          </w:p>
          <w:p w14:paraId="4FEDFF4D" w14:textId="77777777" w:rsidR="00CE36CC" w:rsidRPr="00F61FC7" w:rsidRDefault="00CE36CC" w:rsidP="00F61FC7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36" w:type="dxa"/>
            <w:shd w:val="clear" w:color="auto" w:fill="auto"/>
          </w:tcPr>
          <w:p w14:paraId="7868090E" w14:textId="77777777" w:rsidR="00AE2FBF" w:rsidRPr="00F61FC7" w:rsidRDefault="006B5F73" w:rsidP="00F2113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F61FC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075D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D4A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Simplify: </w:t>
            </w:r>
            <w:r w:rsidR="00075D4A" w:rsidRPr="00F61FC7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1620" w:dyaOrig="320" w14:anchorId="09E5C7C7">
                <v:shape id="_x0000_i1047" type="#_x0000_t75" style="width:82.3pt;height:15.9pt" o:ole="">
                  <v:imagedata r:id="rId70" o:title=""/>
                </v:shape>
                <o:OLEObject Type="Embed" ProgID="Equation.3" ShapeID="_x0000_i1047" DrawAspect="Content" ObjectID="_1415960051" r:id="rId71"/>
              </w:object>
            </w:r>
          </w:p>
          <w:p w14:paraId="4A30675B" w14:textId="77777777" w:rsidR="00AE2FBF" w:rsidRPr="00F61FC7" w:rsidRDefault="00AE2FBF" w:rsidP="00F2113F">
            <w:pPr>
              <w:spacing w:line="48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5F73" w:rsidRPr="00F61FC7" w14:paraId="50D8CB94" w14:textId="77777777" w:rsidTr="006B5F73">
        <w:trPr>
          <w:trHeight w:val="557"/>
        </w:trPr>
        <w:tc>
          <w:tcPr>
            <w:tcW w:w="10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43BF" w14:textId="77777777" w:rsidR="006B5F73" w:rsidRPr="00F61FC7" w:rsidRDefault="00CE36CC" w:rsidP="006B5F73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 xml:space="preserve">) A 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rectangle 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>has a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length 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object w:dxaOrig="840" w:dyaOrig="340" w14:anchorId="4F2DC2D5">
                <v:shape id="_x0000_i1048" type="#_x0000_t75" style="width:42.1pt;height:17.75pt" o:ole="">
                  <v:imagedata r:id="rId72" o:title=""/>
                </v:shape>
                <o:OLEObject Type="Embed" ProgID="Equation.3" ShapeID="_x0000_i1048" DrawAspect="Content" ObjectID="_1415960052" r:id="rId73"/>
              </w:objec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>ches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>width</w:t>
            </w:r>
            <w:r w:rsidR="006B5F73">
              <w:rPr>
                <w:rFonts w:asciiTheme="minorHAnsi" w:hAnsiTheme="minorHAnsi" w:cstheme="minorHAnsi"/>
                <w:sz w:val="22"/>
                <w:szCs w:val="22"/>
              </w:rPr>
              <w:t xml:space="preserve"> of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object w:dxaOrig="360" w:dyaOrig="360" w14:anchorId="29983F4B">
                <v:shape id="_x0000_i1049" type="#_x0000_t75" style="width:17.75pt;height:17.75pt" o:ole="">
                  <v:imagedata r:id="rId74" o:title=""/>
                </v:shape>
                <o:OLEObject Type="Embed" ProgID="Equation.3" ShapeID="_x0000_i1049" DrawAspect="Content" ObjectID="_1415960053" r:id="rId75"/>
              </w:object>
            </w:r>
            <w:r w:rsidR="006B5F73" w:rsidRPr="00F61FC7">
              <w:rPr>
                <w:rFonts w:asciiTheme="minorHAnsi" w:hAnsiTheme="minorHAnsi" w:cstheme="minorHAnsi"/>
                <w:sz w:val="22"/>
                <w:szCs w:val="22"/>
              </w:rPr>
              <w:t>in. Leave your answer in simplest radical form.</w:t>
            </w:r>
          </w:p>
        </w:tc>
      </w:tr>
      <w:tr w:rsidR="006B5F73" w:rsidRPr="00F61FC7" w14:paraId="1FEC6811" w14:textId="77777777" w:rsidTr="006B5F73">
        <w:trPr>
          <w:trHeight w:val="314"/>
        </w:trPr>
        <w:tc>
          <w:tcPr>
            <w:tcW w:w="5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DAC3" w14:textId="417E034E" w:rsidR="006B5F73" w:rsidRDefault="006048F2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a. Find the perimeter.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3732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5F73">
              <w:rPr>
                <w:rFonts w:asciiTheme="minorHAnsi" w:hAnsiTheme="minorHAnsi" w:cstheme="minorHAnsi"/>
                <w:sz w:val="22"/>
                <w:szCs w:val="22"/>
              </w:rPr>
              <w:t xml:space="preserve">b. Find the area. </w:t>
            </w:r>
          </w:p>
          <w:p w14:paraId="58693029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97B2C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71E81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9F455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F46EF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C10170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8323E" w14:textId="77777777" w:rsidR="006B5F73" w:rsidRDefault="006B5F73" w:rsidP="006B5F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610B3F" w14:textId="198DCD69" w:rsidR="00075D4A" w:rsidRDefault="006048F2" w:rsidP="00B912CF">
      <w:pPr>
        <w:spacing w:after="120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048F2" w14:paraId="55147FAB" w14:textId="77777777" w:rsidTr="006048F2">
        <w:tc>
          <w:tcPr>
            <w:tcW w:w="5508" w:type="dxa"/>
          </w:tcPr>
          <w:p w14:paraId="3A00FF14" w14:textId="6AE07967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18) Simplify: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y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5</m:t>
                      </m:r>
                    </m:sup>
                  </m:sSup>
                </m:den>
              </m:f>
            </m:oMath>
          </w:p>
          <w:p w14:paraId="53467D4D" w14:textId="77777777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BABEB" w14:textId="77777777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5F5BF7" w14:textId="77777777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580DD7" w14:textId="77777777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7CA30" w14:textId="30E540F1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14:paraId="3AA4887A" w14:textId="7C381BC4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19) Simplify: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5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11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</m:sup>
              </m:sSup>
            </m:oMath>
          </w:p>
        </w:tc>
      </w:tr>
      <w:tr w:rsidR="006048F2" w14:paraId="09931A04" w14:textId="77777777" w:rsidTr="006048F2">
        <w:tc>
          <w:tcPr>
            <w:tcW w:w="5508" w:type="dxa"/>
          </w:tcPr>
          <w:p w14:paraId="12D6A9D3" w14:textId="77777777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20) Simplify: </w:t>
            </w:r>
          </w:p>
          <w:p w14:paraId="5CA57CCE" w14:textId="28EA4E70" w:rsidR="006048F2" w:rsidRDefault="00426D5B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+3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-4x-3</m:t>
                    </m:r>
                  </m:e>
                </m:d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+(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5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+3)</m:t>
                </m:r>
              </m:oMath>
            </m:oMathPara>
          </w:p>
          <w:p w14:paraId="503DC7C3" w14:textId="77777777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56D73" w14:textId="77777777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17B54B" w14:textId="77777777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92BCF6" w14:textId="77777777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8FC22" w14:textId="77777777" w:rsidR="005F3E82" w:rsidRDefault="005F3E8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2AAAD" w14:textId="7BBBF3A4" w:rsidR="006048F2" w:rsidRDefault="006048F2" w:rsidP="00B912CF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00A635F" w14:textId="02A24839" w:rsidR="006048F2" w:rsidRDefault="006048F2" w:rsidP="006048F2">
            <w:pPr>
              <w:spacing w:after="12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21) The circumference of a circle is 42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π</m:t>
              </m:r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>. What is the diameter of the circle?</w:t>
            </w:r>
          </w:p>
        </w:tc>
      </w:tr>
    </w:tbl>
    <w:p w14:paraId="3F61AF9E" w14:textId="77777777" w:rsidR="006048F2" w:rsidRDefault="006048F2" w:rsidP="00B912CF">
      <w:pPr>
        <w:spacing w:after="120"/>
        <w:outlineLvl w:val="0"/>
        <w:rPr>
          <w:rFonts w:ascii="Calibri" w:hAnsi="Calibri" w:cs="Calibri"/>
        </w:rPr>
      </w:pPr>
    </w:p>
    <w:p w14:paraId="025606B0" w14:textId="77777777" w:rsidR="00B912CF" w:rsidRPr="0022342E" w:rsidRDefault="00B63E14" w:rsidP="00B912CF">
      <w:pPr>
        <w:spacing w:after="120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C0F8E3" wp14:editId="1618F1BC">
                <wp:simplePos x="0" y="0"/>
                <wp:positionH relativeFrom="column">
                  <wp:posOffset>3720465</wp:posOffset>
                </wp:positionH>
                <wp:positionV relativeFrom="paragraph">
                  <wp:posOffset>-257175</wp:posOffset>
                </wp:positionV>
                <wp:extent cx="3321050" cy="754380"/>
                <wp:effectExtent l="15240" t="9525" r="16510" b="17145"/>
                <wp:wrapNone/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D628F8" w14:textId="77777777" w:rsidR="005D7633" w:rsidRPr="00DE7BE4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DE7BE4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W#46: Multiply Complex Numbers</w:t>
                            </w:r>
                          </w:p>
                          <w:p w14:paraId="47EE78C0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29B429B" w14:textId="77777777" w:rsidR="005D7633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Dec. 10</w:t>
                            </w:r>
                            <w:r w:rsidRPr="00A917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14:paraId="3956FA84" w14:textId="77777777" w:rsidR="005D7633" w:rsidRDefault="005D7633" w:rsidP="00B912CF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58D57B5C" w14:textId="77777777" w:rsidR="005D7633" w:rsidRPr="00FC683D" w:rsidRDefault="005D7633" w:rsidP="00B912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_x0000_s1030" style="position:absolute;margin-left:292.95pt;margin-top:-20.25pt;width:261.5pt;height:5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" strokeweight="1.5pt">
                <v:textbox>
                  <w:txbxContent>
                    <w:p w:rsidR="00162FC2" w:rsidRPr="00DE7BE4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DE7BE4">
                        <w:rPr>
                          <w:rFonts w:ascii="Cambria" w:hAnsi="Cambria"/>
                        </w:rPr>
                        <w:t>H</w:t>
                      </w:r>
                      <w:r w:rsidR="00A9174E">
                        <w:rPr>
                          <w:rFonts w:ascii="Cambria" w:hAnsi="Cambria"/>
                        </w:rPr>
                        <w:t>W#46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A9174E">
                        <w:rPr>
                          <w:rFonts w:ascii="Cambria" w:hAnsi="Cambria"/>
                        </w:rPr>
                        <w:t>Multiply Complex Numbers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62FC2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7A4342">
                        <w:rPr>
                          <w:rFonts w:ascii="Cambria" w:hAnsi="Cambria"/>
                        </w:rPr>
                        <w:t>Monday</w:t>
                      </w:r>
                      <w:r w:rsidR="00A9174E">
                        <w:rPr>
                          <w:rFonts w:ascii="Cambria" w:hAnsi="Cambria"/>
                        </w:rPr>
                        <w:t>, Dec.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7A4342">
                        <w:rPr>
                          <w:rFonts w:ascii="Cambria" w:hAnsi="Cambria"/>
                        </w:rPr>
                        <w:t>10</w:t>
                      </w:r>
                      <w:r w:rsidR="00A9174E" w:rsidRPr="00A917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  <w:p w:rsidR="00162FC2" w:rsidRDefault="00162FC2" w:rsidP="00B912CF">
                      <w:pPr>
                        <w:rPr>
                          <w:rFonts w:ascii="Cambria" w:hAnsi="Cambria"/>
                        </w:rPr>
                      </w:pPr>
                    </w:p>
                    <w:p w:rsidR="00162FC2" w:rsidRPr="00FC683D" w:rsidRDefault="00162FC2" w:rsidP="00B912C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94B42C3" w14:textId="77777777" w:rsidR="00B912CF" w:rsidRPr="0022342E" w:rsidRDefault="00B912CF" w:rsidP="00B912CF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14:paraId="174D0EDB" w14:textId="77777777" w:rsidR="00B912CF" w:rsidRPr="0022342E" w:rsidRDefault="00B912CF" w:rsidP="00B912CF">
      <w:pPr>
        <w:outlineLvl w:val="0"/>
        <w:rPr>
          <w:rFonts w:ascii="Calibri" w:hAnsi="Calibri" w:cs="Calibri"/>
          <w:b/>
          <w:i/>
          <w:sz w:val="22"/>
          <w:u w:val="single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p w14:paraId="023FB424" w14:textId="77777777" w:rsidR="00AE2FBF" w:rsidRDefault="00AE2FBF" w:rsidP="00B912CF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</w:p>
    <w:p w14:paraId="60EE6E9E" w14:textId="77777777" w:rsidR="00AE2FBF" w:rsidRDefault="00AE2FBF" w:rsidP="00AE2FBF">
      <w:pPr>
        <w:rPr>
          <w:rFonts w:ascii="Cambria" w:hAnsi="Cambria" w:cs="Cambria"/>
          <w:b/>
          <w:sz w:val="22"/>
        </w:rPr>
      </w:pPr>
      <w:r w:rsidRPr="00E30F5E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3"/>
        <w:gridCol w:w="1835"/>
        <w:gridCol w:w="901"/>
        <w:gridCol w:w="936"/>
        <w:gridCol w:w="3671"/>
      </w:tblGrid>
      <w:tr w:rsidR="003736A9" w:rsidRPr="007D2AAA" w14:paraId="311813E0" w14:textId="77777777" w:rsidTr="00D724CA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7D51" w14:textId="77777777" w:rsidR="003736A9" w:rsidRPr="007D2AAA" w:rsidRDefault="007D2AA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736A9"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</w:rPr>
                    <m:t>3</m:t>
                  </m:r>
                </m:deg>
                <m:e>
                  <m:r>
                    <w:rPr>
                      <w:rFonts w:ascii="Cambria Math" w:hAnsi="Cambria Math" w:cstheme="minorHAnsi"/>
                    </w:rPr>
                    <m:t>216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55B5" w14:textId="77777777" w:rsidR="003736A9" w:rsidRPr="007D2AAA" w:rsidRDefault="007D2AA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736A9"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-27x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-343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14:paraId="7B2ECCF4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79A26D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591E1E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E53BAA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ECFA3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E062C1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944FA" w14:textId="77777777" w:rsidR="003736A9" w:rsidRPr="007D2AAA" w:rsidRDefault="003736A9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24CA" w:rsidRPr="007D2AAA" w14:paraId="07DA1414" w14:textId="77777777" w:rsidTr="00D724CA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35E5" w14:textId="77777777" w:rsidR="00D724CA" w:rsidRDefault="00D724CA" w:rsidP="00D724CA">
            <w:pPr>
              <w:spacing w:line="480" w:lineRule="auto"/>
              <w:rPr>
                <w:rFonts w:asciiTheme="minorHAnsi" w:hAnsiTheme="minorHAnsi" w:cstheme="minorHAnsi"/>
                <w:position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Solve: </w:t>
            </w:r>
            <w:r>
              <w:rPr>
                <w:noProof/>
              </w:rPr>
              <w:drawing>
                <wp:inline distT="0" distB="0" distL="0" distR="0" wp14:anchorId="55FE87E5" wp14:editId="20B04ACA">
                  <wp:extent cx="3663703" cy="280417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34A89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5A64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4) Solve:</w:t>
            </w:r>
          </w:p>
          <w:p w14:paraId="59CB6207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31DEC2" wp14:editId="623B74DE">
                  <wp:extent cx="3663703" cy="280417"/>
                  <wp:effectExtent l="0" t="0" r="0" b="571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7C8D1E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EAB4A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3E053B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B8FFC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F916E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6B35D4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CCC13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2DC85F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CCBB1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CEFD5A" w14:textId="77777777" w:rsidR="00D724CA" w:rsidRDefault="00D724CA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FC7" w:rsidRPr="007D2AAA" w14:paraId="7F10AED7" w14:textId="77777777" w:rsidTr="00D724CA">
        <w:tc>
          <w:tcPr>
            <w:tcW w:w="1667" w:type="pct"/>
            <w:shd w:val="clear" w:color="auto" w:fill="auto"/>
          </w:tcPr>
          <w:p w14:paraId="54410773" w14:textId="77777777" w:rsidR="00F61FC7" w:rsidRPr="007D2AAA" w:rsidRDefault="00D724CA" w:rsidP="00375D0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5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1480" w:dyaOrig="360" w14:anchorId="1DFF51ED">
                <v:shape id="_x0000_i1050" type="#_x0000_t75" style="width:72.95pt;height:17.75pt" o:ole="">
                  <v:imagedata r:id="rId78" o:title=""/>
                </v:shape>
                <o:OLEObject Type="Embed" ProgID="Equation.3" ShapeID="_x0000_i1050" DrawAspect="Content" ObjectID="_1415960054" r:id="rId79"/>
              </w:object>
            </w:r>
            <w:r w:rsidR="00F61FC7" w:rsidRPr="007D2AAA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</w:tc>
        <w:tc>
          <w:tcPr>
            <w:tcW w:w="1667" w:type="pct"/>
            <w:gridSpan w:val="3"/>
            <w:shd w:val="clear" w:color="auto" w:fill="auto"/>
          </w:tcPr>
          <w:p w14:paraId="5DC7ABDB" w14:textId="77777777" w:rsidR="00F61FC7" w:rsidRPr="007D2AAA" w:rsidRDefault="00D724CA" w:rsidP="00375D0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6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1540" w:dyaOrig="400" w14:anchorId="66F6AC70">
                <v:shape id="_x0000_i1051" type="#_x0000_t75" style="width:78.55pt;height:21.5pt" o:ole="">
                  <v:imagedata r:id="rId80" o:title=""/>
                </v:shape>
                <o:OLEObject Type="Embed" ProgID="Equation.3" ShapeID="_x0000_i1051" DrawAspect="Content" ObjectID="_1415960055" r:id="rId81"/>
              </w:object>
            </w:r>
            <w:r w:rsidR="00F61FC7"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 =</w:t>
            </w:r>
          </w:p>
        </w:tc>
        <w:tc>
          <w:tcPr>
            <w:tcW w:w="1666" w:type="pct"/>
            <w:shd w:val="clear" w:color="auto" w:fill="auto"/>
          </w:tcPr>
          <w:p w14:paraId="5018CBAC" w14:textId="77777777" w:rsidR="00F61FC7" w:rsidRPr="007D2AAA" w:rsidRDefault="00D724CA" w:rsidP="00375D0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7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F61FC7" w:rsidRP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660" w:dyaOrig="360" w14:anchorId="20423F7F">
                <v:shape id="_x0000_i1052" type="#_x0000_t75" style="width:32.75pt;height:17.75pt" o:ole="">
                  <v:imagedata r:id="rId82" o:title=""/>
                </v:shape>
                <o:OLEObject Type="Embed" ProgID="Equation.3" ShapeID="_x0000_i1052" DrawAspect="Content" ObjectID="_1415960056" r:id="rId83"/>
              </w:object>
            </w:r>
            <w:r w:rsidR="00F61FC7" w:rsidRPr="007D2AAA">
              <w:rPr>
                <w:rFonts w:asciiTheme="minorHAnsi" w:hAnsiTheme="minorHAnsi" w:cstheme="minorHAnsi"/>
                <w:sz w:val="22"/>
                <w:szCs w:val="22"/>
              </w:rPr>
              <w:t>is equivalent to:</w:t>
            </w:r>
          </w:p>
          <w:p w14:paraId="624A5A87" w14:textId="77777777" w:rsidR="00F61FC7" w:rsidRPr="007D2AAA" w:rsidRDefault="00F61FC7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Pr="007D2AAA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760" w:dyaOrig="340" w14:anchorId="288AB9D0">
                <v:shape id="_x0000_i1053" type="#_x0000_t75" style="width:38.35pt;height:17.75pt" o:ole="">
                  <v:imagedata r:id="rId84" o:title=""/>
                </v:shape>
                <o:OLEObject Type="Embed" ProgID="Equation.3" ShapeID="_x0000_i1053" DrawAspect="Content" ObjectID="_1415960057" r:id="rId85"/>
              </w:object>
            </w:r>
          </w:p>
          <w:p w14:paraId="597FCD1A" w14:textId="77777777" w:rsidR="00F61FC7" w:rsidRPr="007D2AAA" w:rsidRDefault="00F61FC7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Pr="007D2AAA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580" w:dyaOrig="340" w14:anchorId="6D072FC2">
                <v:shape id="_x0000_i1054" type="#_x0000_t75" style="width:29pt;height:17.75pt" o:ole="">
                  <v:imagedata r:id="rId86" o:title=""/>
                </v:shape>
                <o:OLEObject Type="Embed" ProgID="Equation.3" ShapeID="_x0000_i1054" DrawAspect="Content" ObjectID="_1415960058" r:id="rId87"/>
              </w:object>
            </w:r>
          </w:p>
          <w:p w14:paraId="16EC330B" w14:textId="77777777" w:rsidR="00F61FC7" w:rsidRPr="007D2AAA" w:rsidRDefault="00F61FC7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C) </w:t>
            </w:r>
            <w:r w:rsidRPr="007D2AAA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680" w:dyaOrig="340" w14:anchorId="47C02574">
                <v:shape id="_x0000_i1055" type="#_x0000_t75" style="width:33.65pt;height:17.75pt" o:ole="">
                  <v:imagedata r:id="rId88" o:title=""/>
                </v:shape>
                <o:OLEObject Type="Embed" ProgID="Equation.3" ShapeID="_x0000_i1055" DrawAspect="Content" ObjectID="_1415960059" r:id="rId89"/>
              </w:object>
            </w:r>
          </w:p>
          <w:p w14:paraId="7E6EE33E" w14:textId="77777777" w:rsidR="00F61FC7" w:rsidRPr="007D2AAA" w:rsidRDefault="00F61FC7" w:rsidP="00375D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AAA">
              <w:rPr>
                <w:rFonts w:asciiTheme="minorHAnsi" w:hAnsiTheme="minorHAnsi" w:cstheme="minorHAnsi"/>
                <w:sz w:val="22"/>
                <w:szCs w:val="22"/>
              </w:rPr>
              <w:t xml:space="preserve">D) </w:t>
            </w:r>
            <w:r w:rsidRPr="007D2AAA">
              <w:rPr>
                <w:rFonts w:asciiTheme="minorHAnsi" w:hAnsiTheme="minorHAnsi" w:cstheme="minorHAnsi"/>
                <w:position w:val="-6"/>
                <w:sz w:val="22"/>
                <w:szCs w:val="22"/>
              </w:rPr>
              <w:object w:dxaOrig="499" w:dyaOrig="340" w14:anchorId="3169B646">
                <v:shape id="_x0000_i1056" type="#_x0000_t75" style="width:25.25pt;height:17.75pt" o:ole="">
                  <v:imagedata r:id="rId90" o:title=""/>
                </v:shape>
                <o:OLEObject Type="Embed" ProgID="Equation.3" ShapeID="_x0000_i1056" DrawAspect="Content" ObjectID="_1415960060" r:id="rId91"/>
              </w:object>
            </w:r>
          </w:p>
        </w:tc>
      </w:tr>
      <w:tr w:rsidR="007D2AAA" w:rsidRPr="007D2AAA" w14:paraId="2F43423D" w14:textId="77777777" w:rsidTr="001E4A92">
        <w:trPr>
          <w:trHeight w:val="2078"/>
        </w:trPr>
        <w:tc>
          <w:tcPr>
            <w:tcW w:w="1667" w:type="pct"/>
            <w:shd w:val="clear" w:color="auto" w:fill="auto"/>
          </w:tcPr>
          <w:p w14:paraId="3E106EE8" w14:textId="77777777" w:rsidR="007D2AAA" w:rsidRDefault="00D724CA" w:rsidP="007D2AAA">
            <w:pPr>
              <w:spacing w:after="120"/>
              <w:outlineLvl w:val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8</w:t>
            </w:r>
            <w:r w:rsid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7D2AAA" w:rsidRPr="00F61FC7">
              <w:rPr>
                <w:rFonts w:asciiTheme="minorHAnsi" w:hAnsiTheme="minorHAnsi" w:cstheme="minorHAnsi"/>
                <w:sz w:val="22"/>
                <w:szCs w:val="22"/>
              </w:rPr>
              <w:t>(3i – 8) – (-11i + 4) – (</w:t>
            </w:r>
            <w:proofErr w:type="spellStart"/>
            <w:r w:rsidR="007D2AAA" w:rsidRPr="00F61FC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="007D2AAA" w:rsidRPr="00F61FC7">
              <w:rPr>
                <w:rFonts w:asciiTheme="minorHAnsi" w:hAnsiTheme="minorHAnsi" w:cstheme="minorHAnsi"/>
                <w:sz w:val="22"/>
                <w:szCs w:val="22"/>
              </w:rPr>
              <w:t xml:space="preserve"> -1)</w:t>
            </w:r>
          </w:p>
          <w:p w14:paraId="177B9D6A" w14:textId="77777777" w:rsidR="007D2AAA" w:rsidRDefault="007D2AAA" w:rsidP="00375D0A">
            <w:pPr>
              <w:spacing w:line="480" w:lineRule="auto"/>
              <w:rPr>
                <w:rFonts w:asciiTheme="minorHAnsi" w:hAnsiTheme="minorHAnsi" w:cstheme="minorHAnsi"/>
                <w:position w:val="-8"/>
                <w:sz w:val="22"/>
                <w:szCs w:val="22"/>
              </w:rPr>
            </w:pPr>
          </w:p>
        </w:tc>
        <w:tc>
          <w:tcPr>
            <w:tcW w:w="1242" w:type="pct"/>
            <w:gridSpan w:val="2"/>
            <w:shd w:val="clear" w:color="auto" w:fill="auto"/>
          </w:tcPr>
          <w:p w14:paraId="7C52AAE5" w14:textId="77777777" w:rsidR="007D2AAA" w:rsidRDefault="00D724CA" w:rsidP="00375D0A">
            <w:pPr>
              <w:spacing w:line="480" w:lineRule="auto"/>
              <w:rPr>
                <w:rFonts w:asciiTheme="minorHAnsi" w:hAnsiTheme="minorHAnsi" w:cstheme="minorHAnsi"/>
                <w:position w:val="-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9</w:t>
            </w:r>
            <w:r w:rsid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7D2AAA" w:rsidRPr="00F61FC7">
              <w:rPr>
                <w:rFonts w:asciiTheme="minorHAnsi" w:hAnsiTheme="minorHAnsi" w:cstheme="minorHAnsi"/>
                <w:position w:val="-26"/>
                <w:sz w:val="22"/>
                <w:szCs w:val="22"/>
              </w:rPr>
              <w:object w:dxaOrig="820" w:dyaOrig="700" w14:anchorId="3F825AD2">
                <v:shape id="_x0000_i1057" type="#_x0000_t75" style="width:41.15pt;height:36.45pt" o:ole="">
                  <v:imagedata r:id="rId92" o:title=""/>
                </v:shape>
                <o:OLEObject Type="Embed" ProgID="Equation.3" ShapeID="_x0000_i1057" DrawAspect="Content" ObjectID="_1415960061" r:id="rId93"/>
              </w:object>
            </w:r>
          </w:p>
          <w:p w14:paraId="0A7306A9" w14:textId="77777777" w:rsidR="00D724CA" w:rsidRDefault="00D724CA" w:rsidP="00375D0A">
            <w:pPr>
              <w:spacing w:line="480" w:lineRule="auto"/>
              <w:rPr>
                <w:rFonts w:asciiTheme="minorHAnsi" w:hAnsiTheme="minorHAnsi" w:cstheme="minorHAnsi"/>
                <w:position w:val="-26"/>
                <w:sz w:val="22"/>
                <w:szCs w:val="22"/>
              </w:rPr>
            </w:pPr>
          </w:p>
          <w:p w14:paraId="79D3316C" w14:textId="77777777" w:rsidR="00D724CA" w:rsidRDefault="00D724CA" w:rsidP="00375D0A">
            <w:pPr>
              <w:spacing w:line="480" w:lineRule="auto"/>
              <w:rPr>
                <w:rFonts w:asciiTheme="minorHAnsi" w:hAnsiTheme="minorHAnsi" w:cstheme="minorHAnsi"/>
                <w:position w:val="-8"/>
                <w:sz w:val="22"/>
                <w:szCs w:val="22"/>
              </w:rPr>
            </w:pPr>
          </w:p>
        </w:tc>
        <w:tc>
          <w:tcPr>
            <w:tcW w:w="2091" w:type="pct"/>
            <w:gridSpan w:val="2"/>
            <w:shd w:val="clear" w:color="auto" w:fill="auto"/>
          </w:tcPr>
          <w:p w14:paraId="361BE6A2" w14:textId="77777777" w:rsidR="00930C72" w:rsidRPr="008E4585" w:rsidRDefault="00D724CA" w:rsidP="00930C72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>10</w:t>
            </w:r>
            <w:r w:rsidR="007D2AAA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t xml:space="preserve">) </w:t>
            </w:r>
            <w:r w:rsidR="00930C72" w:rsidRPr="008E4585">
              <w:rPr>
                <w:rFonts w:ascii="Calibri" w:hAnsi="Calibri"/>
              </w:rPr>
              <w:t xml:space="preserve">Which real number is equivalent </w:t>
            </w:r>
            <w:proofErr w:type="gramStart"/>
            <w:r w:rsidR="00930C72" w:rsidRPr="008E4585">
              <w:rPr>
                <w:rFonts w:ascii="Calibri" w:hAnsi="Calibri"/>
              </w:rPr>
              <w:t xml:space="preserve">to </w:t>
            </w:r>
            <w:proofErr w:type="gramEnd"/>
            <w:r w:rsidR="00930C72" w:rsidRPr="008E4585">
              <w:rPr>
                <w:rFonts w:ascii="Calibri" w:hAnsi="Calibri"/>
              </w:rPr>
              <w:object w:dxaOrig="200" w:dyaOrig="260" w14:anchorId="06E2F765">
                <v:shape id="_x0000_i1058" type="#_x0000_t75" style="width:11.2pt;height:14.05pt" o:ole="">
                  <v:imagedata r:id="rId94" o:title=""/>
                </v:shape>
                <o:OLEObject Type="Embed" ProgID="Equation.3" ShapeID="_x0000_i1058" DrawAspect="Content" ObjectID="_1415960062" r:id="rId95"/>
              </w:object>
            </w:r>
            <w:r w:rsidR="00930C72" w:rsidRPr="008E4585">
              <w:rPr>
                <w:rFonts w:ascii="Calibri" w:hAnsi="Calibri"/>
              </w:rPr>
              <w:t>?</w:t>
            </w:r>
          </w:p>
          <w:p w14:paraId="676BABFE" w14:textId="77777777" w:rsidR="00930C72" w:rsidRPr="008E4585" w:rsidRDefault="00930C72" w:rsidP="00930C72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A.-1</w:t>
            </w:r>
          </w:p>
          <w:p w14:paraId="28B212A1" w14:textId="77777777" w:rsidR="00930C72" w:rsidRPr="008E4585" w:rsidRDefault="00930C72" w:rsidP="00930C72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B.</w:t>
            </w:r>
            <w:r w:rsidRPr="008E4585">
              <w:rPr>
                <w:rFonts w:ascii="Calibri" w:hAnsi="Calibri"/>
              </w:rPr>
              <w:object w:dxaOrig="499" w:dyaOrig="340" w14:anchorId="4C398DA5">
                <v:shape id="_x0000_i1059" type="#_x0000_t75" style="width:26.2pt;height:17.75pt" o:ole="">
                  <v:imagedata r:id="rId96" o:title=""/>
                </v:shape>
                <o:OLEObject Type="Embed" ProgID="Equation.3" ShapeID="_x0000_i1059" DrawAspect="Content" ObjectID="_1415960063" r:id="rId97"/>
              </w:object>
            </w:r>
          </w:p>
          <w:p w14:paraId="52817EC8" w14:textId="77777777" w:rsidR="00930C72" w:rsidRPr="008E4585" w:rsidRDefault="00930C72" w:rsidP="00930C72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C. 1</w:t>
            </w:r>
          </w:p>
          <w:p w14:paraId="4CE9A5C2" w14:textId="77777777" w:rsidR="00930C72" w:rsidRPr="008E4585" w:rsidRDefault="00930C72" w:rsidP="00930C72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D. 4</w:t>
            </w:r>
          </w:p>
          <w:p w14:paraId="3A88DAEB" w14:textId="77777777" w:rsidR="00D724CA" w:rsidRDefault="00930C72" w:rsidP="00930C72">
            <w:pPr>
              <w:rPr>
                <w:rFonts w:asciiTheme="minorHAnsi" w:hAnsiTheme="minorHAnsi" w:cstheme="minorHAnsi"/>
                <w:position w:val="-8"/>
                <w:sz w:val="22"/>
                <w:szCs w:val="22"/>
              </w:rPr>
            </w:pPr>
            <w:r w:rsidRPr="008E4585">
              <w:rPr>
                <w:rFonts w:ascii="Calibri" w:hAnsi="Calibri"/>
              </w:rPr>
              <w:t>E. There is no equivalent real number</w:t>
            </w:r>
          </w:p>
        </w:tc>
      </w:tr>
      <w:tr w:rsidR="00AE2FBF" w:rsidRPr="008E4585" w14:paraId="07717B35" w14:textId="77777777" w:rsidTr="00D724CA">
        <w:tc>
          <w:tcPr>
            <w:tcW w:w="1667" w:type="pct"/>
            <w:shd w:val="clear" w:color="auto" w:fill="auto"/>
          </w:tcPr>
          <w:p w14:paraId="4250E1F8" w14:textId="77777777" w:rsidR="00AE2FBF" w:rsidRPr="008E4585" w:rsidRDefault="00AE2FBF" w:rsidP="00F2113F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1</w:t>
            </w:r>
            <w:r w:rsidR="00D724CA">
              <w:rPr>
                <w:rFonts w:ascii="Calibri" w:hAnsi="Calibri"/>
              </w:rPr>
              <w:t>1</w:t>
            </w:r>
            <w:r w:rsidRPr="008E4585">
              <w:rPr>
                <w:rFonts w:ascii="Calibri" w:hAnsi="Calibri"/>
              </w:rPr>
              <w:t>) 4</w:t>
            </w:r>
            <m:oMath>
              <m:r>
                <w:rPr>
                  <w:rFonts w:ascii="Cambria Math" w:hAnsi="Cambria Math"/>
                </w:rPr>
                <m:t>i</m:t>
              </m:r>
            </m:oMath>
            <w:r w:rsidRPr="008E4585">
              <w:rPr>
                <w:rFonts w:ascii="Calibri" w:hAnsi="Calibri"/>
              </w:rPr>
              <w:t>(9</w:t>
            </w:r>
            <m:oMath>
              <m:r>
                <w:rPr>
                  <w:rFonts w:ascii="Cambria Math" w:hAnsi="Cambria Math"/>
                </w:rPr>
                <m:t>i)</m:t>
              </m:r>
            </m:oMath>
            <w:r w:rsidRPr="008E4585">
              <w:rPr>
                <w:rFonts w:ascii="Calibri" w:hAnsi="Calibri"/>
              </w:rPr>
              <w:t xml:space="preserve"> =</w:t>
            </w:r>
          </w:p>
          <w:p w14:paraId="33F9CFB2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11A1A906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01DDF7FE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3B7F7037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2300B684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6D66A9D6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168E6650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</w:tc>
        <w:tc>
          <w:tcPr>
            <w:tcW w:w="1667" w:type="pct"/>
            <w:gridSpan w:val="3"/>
            <w:shd w:val="clear" w:color="auto" w:fill="auto"/>
          </w:tcPr>
          <w:p w14:paraId="6FF7D05E" w14:textId="77777777" w:rsidR="00AE2FBF" w:rsidRPr="008E4585" w:rsidRDefault="00D724CA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AE2FBF" w:rsidRPr="008E4585">
              <w:rPr>
                <w:rFonts w:ascii="Calibri" w:hAnsi="Calibri"/>
              </w:rPr>
              <w:t>2) 4</w:t>
            </w:r>
            <m:oMath>
              <m:r>
                <w:rPr>
                  <w:rFonts w:ascii="Cambria Math" w:hAnsi="Cambria Math"/>
                </w:rPr>
                <m:t>i(-6+i)</m:t>
              </m:r>
            </m:oMath>
            <w:r w:rsidR="00AE2FBF" w:rsidRPr="008E4585">
              <w:rPr>
                <w:rFonts w:ascii="Calibri" w:hAnsi="Calibri"/>
              </w:rPr>
              <w:t xml:space="preserve"> =</w:t>
            </w:r>
          </w:p>
        </w:tc>
        <w:tc>
          <w:tcPr>
            <w:tcW w:w="1666" w:type="pct"/>
            <w:shd w:val="clear" w:color="auto" w:fill="auto"/>
          </w:tcPr>
          <w:p w14:paraId="1101A707" w14:textId="77777777" w:rsidR="00AE2FBF" w:rsidRPr="008E4585" w:rsidRDefault="00D724CA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AE2FBF" w:rsidRPr="008E4585">
              <w:rPr>
                <w:rFonts w:ascii="Calibri" w:hAnsi="Calibri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(-2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</w:tr>
      <w:tr w:rsidR="00AE2FBF" w:rsidRPr="008E4585" w14:paraId="298CF69B" w14:textId="77777777" w:rsidTr="00D724CA">
        <w:tc>
          <w:tcPr>
            <w:tcW w:w="1667" w:type="pct"/>
            <w:shd w:val="clear" w:color="auto" w:fill="auto"/>
          </w:tcPr>
          <w:p w14:paraId="2790548E" w14:textId="77777777" w:rsidR="00AE2FBF" w:rsidRPr="008E4585" w:rsidRDefault="00D724CA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</w:t>
            </w:r>
            <w:r w:rsidR="00AE2FBF" w:rsidRPr="008E4585">
              <w:rPr>
                <w:rFonts w:ascii="Calibri" w:hAnsi="Calibri"/>
              </w:rPr>
              <w:t xml:space="preserve">4)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15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67089D2E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5082E67F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48D1687C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24A2286D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7BF5AD18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1AFE6735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  <w:p w14:paraId="2CCA2EE7" w14:textId="77777777" w:rsidR="00AE2FBF" w:rsidRPr="008E4585" w:rsidRDefault="00AE2FBF" w:rsidP="00F2113F">
            <w:pPr>
              <w:rPr>
                <w:rFonts w:ascii="Calibri" w:hAnsi="Calibri"/>
              </w:rPr>
            </w:pPr>
          </w:p>
        </w:tc>
        <w:tc>
          <w:tcPr>
            <w:tcW w:w="1667" w:type="pct"/>
            <w:gridSpan w:val="3"/>
            <w:shd w:val="clear" w:color="auto" w:fill="auto"/>
          </w:tcPr>
          <w:p w14:paraId="637614CE" w14:textId="77777777" w:rsidR="00AE2FBF" w:rsidRPr="008E4585" w:rsidRDefault="00D724CA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AE2FBF" w:rsidRPr="008E4585">
              <w:rPr>
                <w:rFonts w:ascii="Calibri" w:hAnsi="Calibri"/>
              </w:rPr>
              <w:t xml:space="preserve">5)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-4i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</w:tc>
        <w:tc>
          <w:tcPr>
            <w:tcW w:w="1666" w:type="pct"/>
            <w:shd w:val="clear" w:color="auto" w:fill="auto"/>
          </w:tcPr>
          <w:p w14:paraId="44090837" w14:textId="77777777" w:rsidR="00AE2FBF" w:rsidRPr="008E4585" w:rsidRDefault="00D724CA" w:rsidP="00F2113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1E4A92">
              <w:rPr>
                <w:rFonts w:ascii="Calibri" w:hAnsi="Calibri"/>
              </w:rPr>
              <w:t xml:space="preserve">6) </w:t>
            </w:r>
            <w:r w:rsidR="00AE2FBF" w:rsidRPr="008E4585">
              <w:rPr>
                <w:rFonts w:ascii="Calibri" w:hAnsi="Calibri"/>
              </w:rPr>
              <w:t>2</w:t>
            </w:r>
            <m:oMath>
              <m:r>
                <w:rPr>
                  <w:rFonts w:ascii="Cambria Math" w:hAnsi="Cambria Math"/>
                </w:rPr>
                <m:t xml:space="preserve"> i(-4+7i)</m:t>
              </m:r>
            </m:oMath>
          </w:p>
        </w:tc>
      </w:tr>
    </w:tbl>
    <w:p w14:paraId="0A409235" w14:textId="59A7CE10" w:rsidR="00D724CA" w:rsidRDefault="00566DFC" w:rsidP="00B912CF">
      <w:pPr>
        <w:tabs>
          <w:tab w:val="left" w:pos="8565"/>
        </w:tabs>
        <w:outlineLvl w:val="0"/>
        <w:rPr>
          <w:rFonts w:asciiTheme="majorHAnsi" w:hAnsiTheme="majorHAnsi" w:cs="Calibri"/>
          <w:b/>
          <w:sz w:val="22"/>
        </w:rPr>
      </w:pPr>
      <w:r>
        <w:rPr>
          <w:rFonts w:asciiTheme="majorHAnsi" w:hAnsiTheme="majorHAnsi" w:cs="Calibri"/>
          <w:b/>
          <w:sz w:val="22"/>
        </w:rPr>
        <w:t xml:space="preserve">Mixed Review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66DFC" w14:paraId="71F1D38C" w14:textId="77777777" w:rsidTr="00566DFC">
        <w:tc>
          <w:tcPr>
            <w:tcW w:w="5508" w:type="dxa"/>
          </w:tcPr>
          <w:p w14:paraId="5EF43BF8" w14:textId="4FA6FDF6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17)</w:t>
            </w:r>
            <w:r>
              <w:rPr>
                <w:rFonts w:asciiTheme="majorHAnsi" w:hAnsiTheme="majorHAnsi" w:cs="Calibri"/>
                <w:sz w:val="22"/>
              </w:rPr>
              <w:t xml:space="preserve"> Ms. Mason wants to build a </w:t>
            </w:r>
            <w:r w:rsidR="00AC00E9">
              <w:rPr>
                <w:rFonts w:asciiTheme="majorHAnsi" w:hAnsiTheme="majorHAnsi" w:cs="Calibri"/>
                <w:sz w:val="22"/>
              </w:rPr>
              <w:t>turtle pen that is 3 times the area of her current turtle pen.  The turtle pen that she currently has is 3-foot by 7-foot. What will the new turtle pen’s area be?</w:t>
            </w:r>
          </w:p>
          <w:p w14:paraId="243D4C1A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5E9D40D5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5AAD8E21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4F327D8D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52485482" w14:textId="7910BE80" w:rsidR="00566DFC" w:rsidRP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</w:tc>
        <w:tc>
          <w:tcPr>
            <w:tcW w:w="5508" w:type="dxa"/>
          </w:tcPr>
          <w:p w14:paraId="1BB7C188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18)</w:t>
            </w:r>
            <w:r w:rsidR="00AC00E9">
              <w:rPr>
                <w:rFonts w:asciiTheme="majorHAnsi" w:hAnsiTheme="majorHAnsi" w:cs="Calibri"/>
                <w:sz w:val="22"/>
              </w:rPr>
              <w:t xml:space="preserve"> Line p is parallel to line q. Line q passes through the point (4,-5), and the equation for line p is -5x+10y=15. What is the equation for line q?</w:t>
            </w:r>
          </w:p>
          <w:p w14:paraId="4D138412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00BE9284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A077B9D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7C1E0F93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8486211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7BE6F85E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66D33850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5024532B" w14:textId="77777777" w:rsidR="00AC00E9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3BDEEB33" w14:textId="1469037E" w:rsidR="00AC00E9" w:rsidRPr="00566DFC" w:rsidRDefault="00AC00E9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</w:tc>
      </w:tr>
      <w:tr w:rsidR="00566DFC" w14:paraId="3147D3BF" w14:textId="77777777" w:rsidTr="00566DFC">
        <w:tc>
          <w:tcPr>
            <w:tcW w:w="5508" w:type="dxa"/>
          </w:tcPr>
          <w:p w14:paraId="5F0763D6" w14:textId="73884031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19)</w:t>
            </w:r>
            <w:r w:rsidR="00AC00E9">
              <w:rPr>
                <w:rFonts w:asciiTheme="majorHAnsi" w:hAnsiTheme="majorHAnsi" w:cs="Calibri"/>
                <w:sz w:val="22"/>
              </w:rPr>
              <w:t xml:space="preserve"> Simplify: </w:t>
            </w:r>
          </w:p>
          <w:p w14:paraId="1C976700" w14:textId="18CF30D4" w:rsidR="00AC00E9" w:rsidRDefault="00426D5B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Calibri"/>
                        <w:i/>
                        <w:sz w:val="2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-5</m:t>
                    </m:r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+8</m:t>
                    </m:r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-2</m:t>
                    </m:r>
                  </m:e>
                </m:d>
                <m:r>
                  <w:rPr>
                    <w:rFonts w:ascii="Cambria Math" w:hAnsi="Cambria Math" w:cs="Calibri"/>
                    <w:sz w:val="22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Calibri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sz w:val="22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7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-3</m:t>
                    </m:r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hAnsi="Cambria Math" w:cs="Calibr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Calibri"/>
                            <w:sz w:val="22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Calibri"/>
                        <w:sz w:val="22"/>
                      </w:rPr>
                      <m:t>-2</m:t>
                    </m:r>
                  </m:e>
                </m:d>
              </m:oMath>
            </m:oMathPara>
          </w:p>
          <w:p w14:paraId="51CD1ED8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45251AC9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398DEBDF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5A19E0D7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04BA78B8" w14:textId="77777777" w:rsidR="00FB4FE6" w:rsidRDefault="00FB4FE6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00B5CC1E" w14:textId="77777777" w:rsidR="00FB4FE6" w:rsidRDefault="00FB4FE6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DD37A0A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4FD949F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F3B5A13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149EAFC4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654DA1C3" w14:textId="6693CC1B" w:rsidR="00566DFC" w:rsidRP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</w:tc>
        <w:tc>
          <w:tcPr>
            <w:tcW w:w="5508" w:type="dxa"/>
          </w:tcPr>
          <w:p w14:paraId="6E439213" w14:textId="4C1ED76F" w:rsidR="00566DFC" w:rsidRPr="00566DFC" w:rsidRDefault="00566DFC" w:rsidP="005D7633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20)</w:t>
            </w:r>
            <w:r w:rsidR="005D7633">
              <w:rPr>
                <w:rFonts w:asciiTheme="majorHAnsi" w:hAnsiTheme="majorHAnsi" w:cs="Calibri"/>
                <w:sz w:val="22"/>
              </w:rPr>
              <w:t xml:space="preserve"> Solve: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sz w:val="32"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0</m:t>
                  </m:r>
                </m:sup>
              </m:sSup>
              <m:r>
                <w:rPr>
                  <w:rFonts w:ascii="Cambria Math" w:hAnsi="Cambria Math" w:cs="Calibri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-2</m:t>
                  </m:r>
                </m:sup>
              </m:sSup>
            </m:oMath>
          </w:p>
        </w:tc>
      </w:tr>
      <w:tr w:rsidR="00566DFC" w14:paraId="21B35D58" w14:textId="77777777" w:rsidTr="00566DFC">
        <w:tc>
          <w:tcPr>
            <w:tcW w:w="5508" w:type="dxa"/>
          </w:tcPr>
          <w:p w14:paraId="26C9BF4E" w14:textId="4E873D89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21)</w:t>
            </w:r>
            <w:r w:rsidR="005D7633">
              <w:rPr>
                <w:rFonts w:asciiTheme="majorHAnsi" w:hAnsiTheme="majorHAnsi" w:cs="Calibri"/>
                <w:sz w:val="22"/>
              </w:rPr>
              <w:t xml:space="preserve">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Calibri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Calibri"/>
                          <w:sz w:val="32"/>
                          <w:szCs w:val="32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Calibri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8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Calibri"/>
                                  <w:sz w:val="32"/>
                                  <w:szCs w:val="32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Calibri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  <w:p w14:paraId="24BCE9A8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7E5C8F18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3B817473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705D3B0A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3FEA8D58" w14:textId="77777777" w:rsid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1B8EC2DB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4ED60B9F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0488B838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0C0FED93" w14:textId="77777777" w:rsidR="005D7633" w:rsidRDefault="005D7633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  <w:p w14:paraId="2B930F25" w14:textId="4F441F96" w:rsidR="00566DFC" w:rsidRPr="00566DFC" w:rsidRDefault="00566DFC" w:rsidP="00B912C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</w:p>
        </w:tc>
        <w:tc>
          <w:tcPr>
            <w:tcW w:w="5508" w:type="dxa"/>
          </w:tcPr>
          <w:p w14:paraId="43B8C03B" w14:textId="603C4F48" w:rsidR="00566DFC" w:rsidRPr="00566DFC" w:rsidRDefault="00566DFC" w:rsidP="00FB4FE6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2"/>
              </w:rPr>
            </w:pPr>
            <w:r w:rsidRPr="00566DFC">
              <w:rPr>
                <w:rFonts w:asciiTheme="majorHAnsi" w:hAnsiTheme="majorHAnsi" w:cs="Calibri"/>
                <w:sz w:val="22"/>
              </w:rPr>
              <w:t>22)</w:t>
            </w:r>
            <w:r w:rsidR="00FB4FE6">
              <w:rPr>
                <w:rFonts w:asciiTheme="majorHAnsi" w:hAnsiTheme="majorHAnsi" w:cs="Calibri"/>
                <w:sz w:val="22"/>
              </w:rPr>
              <w:t xml:space="preserve"> Simplify: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"/>
                          <w:sz w:val="32"/>
                          <w:szCs w:val="32"/>
                        </w:rPr>
                        <m:t>3x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Calibri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Calibri"/>
                              <w:sz w:val="32"/>
                              <w:szCs w:val="32"/>
                            </w:rPr>
                            <m:t>5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 w:cs="Calibri"/>
                      <w:sz w:val="32"/>
                      <w:szCs w:val="32"/>
                    </w:rPr>
                    <m:t>2</m:t>
                  </m:r>
                </m:sup>
              </m:sSup>
            </m:oMath>
          </w:p>
        </w:tc>
      </w:tr>
    </w:tbl>
    <w:p w14:paraId="2050DFD6" w14:textId="77777777" w:rsidR="00566DFC" w:rsidRPr="00566DFC" w:rsidRDefault="00566DFC" w:rsidP="00B912CF">
      <w:pPr>
        <w:tabs>
          <w:tab w:val="left" w:pos="8565"/>
        </w:tabs>
        <w:outlineLvl w:val="0"/>
        <w:rPr>
          <w:rFonts w:asciiTheme="majorHAnsi" w:hAnsiTheme="majorHAnsi" w:cs="Calibri"/>
          <w:b/>
          <w:sz w:val="22"/>
        </w:rPr>
      </w:pPr>
    </w:p>
    <w:p w14:paraId="6A35C1C2" w14:textId="77777777" w:rsidR="00D724CA" w:rsidRDefault="00D724CA" w:rsidP="00B912CF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</w:p>
    <w:p w14:paraId="2B572CC2" w14:textId="77777777" w:rsidR="00D724CA" w:rsidRDefault="00D724CA" w:rsidP="00B912CF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</w:p>
    <w:p w14:paraId="4A5CDCED" w14:textId="77777777" w:rsidR="00D724CA" w:rsidRPr="0022342E" w:rsidRDefault="00D724CA" w:rsidP="00B912CF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</w:p>
    <w:sectPr w:rsidR="00D724CA" w:rsidRPr="0022342E" w:rsidSect="00B912CF">
      <w:footerReference w:type="default" r:id="rId98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1E3E2" w14:textId="77777777" w:rsidR="00426D5B" w:rsidRDefault="00426D5B">
      <w:r>
        <w:separator/>
      </w:r>
    </w:p>
  </w:endnote>
  <w:endnote w:type="continuationSeparator" w:id="0">
    <w:p w14:paraId="27920282" w14:textId="77777777" w:rsidR="00426D5B" w:rsidRDefault="0042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Tw Cen MT Condensed Extra Bold">
    <w:altName w:val="Gill Sans Ultra Bold"/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7C049" w14:textId="77777777" w:rsidR="005D7633" w:rsidRPr="008B41BB" w:rsidRDefault="005D7633" w:rsidP="00B912CF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01DE0" w14:textId="77777777" w:rsidR="00426D5B" w:rsidRDefault="00426D5B">
      <w:r>
        <w:separator/>
      </w:r>
    </w:p>
  </w:footnote>
  <w:footnote w:type="continuationSeparator" w:id="0">
    <w:p w14:paraId="2B39393C" w14:textId="77777777" w:rsidR="00426D5B" w:rsidRDefault="0042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94"/>
    <w:rsid w:val="00075D4A"/>
    <w:rsid w:val="000F31E0"/>
    <w:rsid w:val="00144D3A"/>
    <w:rsid w:val="00162FC2"/>
    <w:rsid w:val="001E4A92"/>
    <w:rsid w:val="002554AA"/>
    <w:rsid w:val="002900DD"/>
    <w:rsid w:val="00352965"/>
    <w:rsid w:val="003736A9"/>
    <w:rsid w:val="00375D0A"/>
    <w:rsid w:val="003C7AB7"/>
    <w:rsid w:val="00426D5B"/>
    <w:rsid w:val="004F4694"/>
    <w:rsid w:val="00566DFC"/>
    <w:rsid w:val="005D7633"/>
    <w:rsid w:val="005F3E82"/>
    <w:rsid w:val="006048F2"/>
    <w:rsid w:val="0066108D"/>
    <w:rsid w:val="006B5F73"/>
    <w:rsid w:val="00765502"/>
    <w:rsid w:val="007A4342"/>
    <w:rsid w:val="007D2AAA"/>
    <w:rsid w:val="0080033A"/>
    <w:rsid w:val="00930C72"/>
    <w:rsid w:val="00976C82"/>
    <w:rsid w:val="00A9174E"/>
    <w:rsid w:val="00AC00E9"/>
    <w:rsid w:val="00AE2FBF"/>
    <w:rsid w:val="00B63E14"/>
    <w:rsid w:val="00B912CF"/>
    <w:rsid w:val="00BD0831"/>
    <w:rsid w:val="00C502C6"/>
    <w:rsid w:val="00CD5DEF"/>
    <w:rsid w:val="00CE36CC"/>
    <w:rsid w:val="00D724CA"/>
    <w:rsid w:val="00DA194E"/>
    <w:rsid w:val="00E04577"/>
    <w:rsid w:val="00E53326"/>
    <w:rsid w:val="00F2113F"/>
    <w:rsid w:val="00F61FC7"/>
    <w:rsid w:val="00FB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837C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1E4A9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1E4A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3.png"/><Relationship Id="rId34" Type="http://schemas.openxmlformats.org/officeDocument/2006/relationships/image" Target="media/image20.wmf"/><Relationship Id="rId42" Type="http://schemas.openxmlformats.org/officeDocument/2006/relationships/image" Target="media/image26.wmf"/><Relationship Id="rId47" Type="http://schemas.openxmlformats.org/officeDocument/2006/relationships/oleObject" Target="embeddings/oleObject11.bin"/><Relationship Id="rId50" Type="http://schemas.openxmlformats.org/officeDocument/2006/relationships/image" Target="media/image30.wmf"/><Relationship Id="rId55" Type="http://schemas.openxmlformats.org/officeDocument/2006/relationships/oleObject" Target="embeddings/oleObject15.bin"/><Relationship Id="rId63" Type="http://schemas.openxmlformats.org/officeDocument/2006/relationships/oleObject" Target="embeddings/oleObject19.bin"/><Relationship Id="rId68" Type="http://schemas.openxmlformats.org/officeDocument/2006/relationships/image" Target="media/image39.wmf"/><Relationship Id="rId76" Type="http://schemas.openxmlformats.org/officeDocument/2006/relationships/image" Target="media/image43.png"/><Relationship Id="rId84" Type="http://schemas.openxmlformats.org/officeDocument/2006/relationships/image" Target="media/image48.wmf"/><Relationship Id="rId89" Type="http://schemas.openxmlformats.org/officeDocument/2006/relationships/oleObject" Target="embeddings/oleObject31.bin"/><Relationship Id="rId97" Type="http://schemas.openxmlformats.org/officeDocument/2006/relationships/oleObject" Target="embeddings/oleObject35.bin"/><Relationship Id="rId7" Type="http://schemas.openxmlformats.org/officeDocument/2006/relationships/footnotes" Target="footnotes.xml"/><Relationship Id="rId71" Type="http://schemas.openxmlformats.org/officeDocument/2006/relationships/oleObject" Target="embeddings/oleObject23.bin"/><Relationship Id="rId92" Type="http://schemas.openxmlformats.org/officeDocument/2006/relationships/image" Target="media/image52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oleObject" Target="embeddings/oleObject4.bin"/><Relationship Id="rId11" Type="http://schemas.openxmlformats.org/officeDocument/2006/relationships/image" Target="media/image3.png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image" Target="media/image22.png"/><Relationship Id="rId40" Type="http://schemas.openxmlformats.org/officeDocument/2006/relationships/image" Target="media/image25.wmf"/><Relationship Id="rId45" Type="http://schemas.openxmlformats.org/officeDocument/2006/relationships/oleObject" Target="embeddings/oleObject10.bin"/><Relationship Id="rId53" Type="http://schemas.openxmlformats.org/officeDocument/2006/relationships/oleObject" Target="embeddings/oleObject14.bin"/><Relationship Id="rId58" Type="http://schemas.openxmlformats.org/officeDocument/2006/relationships/image" Target="media/image34.wmf"/><Relationship Id="rId66" Type="http://schemas.openxmlformats.org/officeDocument/2006/relationships/image" Target="media/image38.wmf"/><Relationship Id="rId74" Type="http://schemas.openxmlformats.org/officeDocument/2006/relationships/image" Target="media/image42.wmf"/><Relationship Id="rId79" Type="http://schemas.openxmlformats.org/officeDocument/2006/relationships/oleObject" Target="embeddings/oleObject26.bin"/><Relationship Id="rId87" Type="http://schemas.openxmlformats.org/officeDocument/2006/relationships/oleObject" Target="embeddings/oleObject30.bin"/><Relationship Id="rId5" Type="http://schemas.openxmlformats.org/officeDocument/2006/relationships/settings" Target="settings.xml"/><Relationship Id="rId61" Type="http://schemas.openxmlformats.org/officeDocument/2006/relationships/oleObject" Target="embeddings/oleObject18.bin"/><Relationship Id="rId82" Type="http://schemas.openxmlformats.org/officeDocument/2006/relationships/image" Target="media/image47.wmf"/><Relationship Id="rId90" Type="http://schemas.openxmlformats.org/officeDocument/2006/relationships/image" Target="media/image51.wmf"/><Relationship Id="rId95" Type="http://schemas.openxmlformats.org/officeDocument/2006/relationships/oleObject" Target="embeddings/oleObject34.bin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wmf"/><Relationship Id="rId27" Type="http://schemas.openxmlformats.org/officeDocument/2006/relationships/oleObject" Target="embeddings/oleObject3.bin"/><Relationship Id="rId30" Type="http://schemas.openxmlformats.org/officeDocument/2006/relationships/image" Target="media/image18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9.bin"/><Relationship Id="rId48" Type="http://schemas.openxmlformats.org/officeDocument/2006/relationships/image" Target="media/image29.wmf"/><Relationship Id="rId56" Type="http://schemas.openxmlformats.org/officeDocument/2006/relationships/image" Target="media/image33.wmf"/><Relationship Id="rId64" Type="http://schemas.openxmlformats.org/officeDocument/2006/relationships/image" Target="media/image37.wmf"/><Relationship Id="rId69" Type="http://schemas.openxmlformats.org/officeDocument/2006/relationships/oleObject" Target="embeddings/oleObject22.bin"/><Relationship Id="rId77" Type="http://schemas.openxmlformats.org/officeDocument/2006/relationships/image" Target="media/image44.png"/><Relationship Id="rId100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13.bin"/><Relationship Id="rId72" Type="http://schemas.openxmlformats.org/officeDocument/2006/relationships/image" Target="media/image41.wmf"/><Relationship Id="rId80" Type="http://schemas.openxmlformats.org/officeDocument/2006/relationships/image" Target="media/image46.wmf"/><Relationship Id="rId85" Type="http://schemas.openxmlformats.org/officeDocument/2006/relationships/oleObject" Target="embeddings/oleObject29.bin"/><Relationship Id="rId93" Type="http://schemas.openxmlformats.org/officeDocument/2006/relationships/oleObject" Target="embeddings/oleObject33.bin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23.png"/><Relationship Id="rId46" Type="http://schemas.openxmlformats.org/officeDocument/2006/relationships/image" Target="media/image28.wmf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21.bin"/><Relationship Id="rId20" Type="http://schemas.openxmlformats.org/officeDocument/2006/relationships/image" Target="media/image12.png"/><Relationship Id="rId41" Type="http://schemas.openxmlformats.org/officeDocument/2006/relationships/oleObject" Target="embeddings/oleObject8.bin"/><Relationship Id="rId54" Type="http://schemas.openxmlformats.org/officeDocument/2006/relationships/image" Target="media/image32.wmf"/><Relationship Id="rId62" Type="http://schemas.openxmlformats.org/officeDocument/2006/relationships/image" Target="media/image36.wmf"/><Relationship Id="rId70" Type="http://schemas.openxmlformats.org/officeDocument/2006/relationships/image" Target="media/image40.wmf"/><Relationship Id="rId75" Type="http://schemas.openxmlformats.org/officeDocument/2006/relationships/oleObject" Target="embeddings/oleObject25.bin"/><Relationship Id="rId83" Type="http://schemas.openxmlformats.org/officeDocument/2006/relationships/oleObject" Target="embeddings/oleObject28.bin"/><Relationship Id="rId88" Type="http://schemas.openxmlformats.org/officeDocument/2006/relationships/image" Target="media/image50.wmf"/><Relationship Id="rId91" Type="http://schemas.openxmlformats.org/officeDocument/2006/relationships/oleObject" Target="embeddings/oleObject32.bin"/><Relationship Id="rId96" Type="http://schemas.openxmlformats.org/officeDocument/2006/relationships/image" Target="media/image5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1.bin"/><Relationship Id="rId28" Type="http://schemas.openxmlformats.org/officeDocument/2006/relationships/image" Target="media/image17.wmf"/><Relationship Id="rId36" Type="http://schemas.openxmlformats.org/officeDocument/2006/relationships/image" Target="media/image21.png"/><Relationship Id="rId49" Type="http://schemas.openxmlformats.org/officeDocument/2006/relationships/oleObject" Target="embeddings/oleObject12.bin"/><Relationship Id="rId57" Type="http://schemas.openxmlformats.org/officeDocument/2006/relationships/oleObject" Target="embeddings/oleObject16.bin"/><Relationship Id="rId10" Type="http://schemas.openxmlformats.org/officeDocument/2006/relationships/image" Target="media/image2.png"/><Relationship Id="rId31" Type="http://schemas.openxmlformats.org/officeDocument/2006/relationships/oleObject" Target="embeddings/oleObject5.bin"/><Relationship Id="rId44" Type="http://schemas.openxmlformats.org/officeDocument/2006/relationships/image" Target="media/image27.wmf"/><Relationship Id="rId52" Type="http://schemas.openxmlformats.org/officeDocument/2006/relationships/image" Target="media/image31.wmf"/><Relationship Id="rId60" Type="http://schemas.openxmlformats.org/officeDocument/2006/relationships/image" Target="media/image35.wmf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4.bin"/><Relationship Id="rId78" Type="http://schemas.openxmlformats.org/officeDocument/2006/relationships/image" Target="media/image45.wmf"/><Relationship Id="rId81" Type="http://schemas.openxmlformats.org/officeDocument/2006/relationships/oleObject" Target="embeddings/oleObject27.bin"/><Relationship Id="rId86" Type="http://schemas.openxmlformats.org/officeDocument/2006/relationships/image" Target="media/image49.wmf"/><Relationship Id="rId94" Type="http://schemas.openxmlformats.org/officeDocument/2006/relationships/image" Target="media/image53.wmf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2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2CFAA9-2F19-4425-B63A-A36D92F8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114</TotalTime>
  <Pages>10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Fischer, Michelle</cp:lastModifiedBy>
  <cp:revision>20</cp:revision>
  <cp:lastPrinted>2012-11-18T22:27:00Z</cp:lastPrinted>
  <dcterms:created xsi:type="dcterms:W3CDTF">2012-11-27T22:45:00Z</dcterms:created>
  <dcterms:modified xsi:type="dcterms:W3CDTF">2012-12-02T19:26:00Z</dcterms:modified>
</cp:coreProperties>
</file>